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62252F" w14:textId="220901C1" w:rsidR="00C75340" w:rsidRDefault="00C75340" w:rsidP="008D7F87">
      <w:pPr>
        <w:pStyle w:val="Tag"/>
        <w:rPr>
          <w:rFonts w:cs="Arial"/>
        </w:rPr>
      </w:pPr>
      <w:r w:rsidRPr="00C75340">
        <w:rPr>
          <w:rFonts w:cs="Arial"/>
        </w:rPr>
        <w:t xml:space="preserve"> </w:t>
      </w:r>
    </w:p>
    <w:p w14:paraId="6C26ED6F" w14:textId="77777777" w:rsidR="00C75340" w:rsidRPr="00C75340" w:rsidRDefault="00C75340" w:rsidP="00C75340">
      <w:pPr>
        <w:pStyle w:val="ListParagraph"/>
        <w:ind w:left="360"/>
      </w:pPr>
    </w:p>
    <w:p w14:paraId="1AAD21DB" w14:textId="77777777" w:rsidR="0023547D" w:rsidRPr="0023547D" w:rsidRDefault="0023547D" w:rsidP="00C95777">
      <w:pPr>
        <w:pStyle w:val="ListParagraph"/>
        <w:ind w:left="360"/>
      </w:pPr>
    </w:p>
    <w:p w14:paraId="27ECA3D4" w14:textId="7DF7AA1B" w:rsidR="0023547D" w:rsidRDefault="00A925D8" w:rsidP="00A925D8">
      <w:pPr>
        <w:pStyle w:val="Heading1"/>
      </w:pPr>
      <w:r w:rsidRPr="00A925D8">
        <w:lastRenderedPageBreak/>
        <w:t>Monday Version</w:t>
      </w:r>
    </w:p>
    <w:p w14:paraId="2145B6DC" w14:textId="77777777" w:rsidR="00A925D8" w:rsidRDefault="00A925D8" w:rsidP="00A925D8"/>
    <w:p w14:paraId="0A84E2E0" w14:textId="77777777" w:rsidR="00A925D8" w:rsidRDefault="00A925D8" w:rsidP="00A925D8"/>
    <w:p w14:paraId="76EFFCF7" w14:textId="52B0C7B1" w:rsidR="00A925D8" w:rsidRDefault="00A925D8" w:rsidP="00A925D8">
      <w:pPr>
        <w:pStyle w:val="Tag"/>
        <w:rPr>
          <w:rFonts w:cs="Arial"/>
        </w:rPr>
      </w:pPr>
      <w:r>
        <w:rPr>
          <w:rFonts w:cs="Arial"/>
          <w:u w:val="single"/>
        </w:rPr>
        <w:t xml:space="preserve">A] </w:t>
      </w:r>
      <w:r w:rsidRPr="00A925D8">
        <w:rPr>
          <w:rFonts w:cs="Arial"/>
          <w:u w:val="single"/>
        </w:rPr>
        <w:t>INTERPRETATION</w:t>
      </w:r>
      <w:r>
        <w:rPr>
          <w:rFonts w:cs="Arial"/>
        </w:rPr>
        <w:t xml:space="preserve">: BOTH DEBATERS MUST ASSUME, THROUGHOUT THE ENTIRE DEBATE, THAT DOMESTIC VIOLENCE IS MORALLY IMPERMISSIBLE. NEITHER DEBATER CAN ACCESS THE BALLOT THROUGH THE POSSIBILITY THAT THERE ARE NO MORAL FACTS OR PROHIBITIONS. </w:t>
      </w:r>
    </w:p>
    <w:p w14:paraId="05023870" w14:textId="77777777" w:rsidR="00BB4746" w:rsidRDefault="00BB4746" w:rsidP="00BB4746"/>
    <w:p w14:paraId="413BC687" w14:textId="77777777" w:rsidR="00BB4746" w:rsidRDefault="00BB4746" w:rsidP="00BB4746"/>
    <w:p w14:paraId="2D3BF878" w14:textId="5EDFB36D" w:rsidR="00BB4746" w:rsidRPr="00BB4746" w:rsidRDefault="00BB4746" w:rsidP="00BB4746">
      <w:r>
        <w:t xml:space="preserve">Alternative interpretation: Both burden structures must be such that that any increase in domestic violence is morally significant. You can’t argue that domestic violence might not impact to your standard, nor can you argue that you win if there are no moral prohibitions.  </w:t>
      </w:r>
      <w:bookmarkStart w:id="0" w:name="_GoBack"/>
      <w:bookmarkEnd w:id="0"/>
    </w:p>
    <w:p w14:paraId="6FC8867D" w14:textId="77777777" w:rsidR="00A925D8" w:rsidRDefault="00A925D8" w:rsidP="00A925D8">
      <w:pPr>
        <w:pStyle w:val="Tag"/>
        <w:rPr>
          <w:rFonts w:cs="Arial"/>
        </w:rPr>
      </w:pPr>
    </w:p>
    <w:p w14:paraId="7ADC65DD" w14:textId="74559F51" w:rsidR="00A925D8" w:rsidRDefault="00A925D8" w:rsidP="00A925D8">
      <w:pPr>
        <w:pStyle w:val="Tag"/>
      </w:pPr>
      <w:r>
        <w:t xml:space="preserve">B] </w:t>
      </w:r>
      <w:r w:rsidR="00E464B3" w:rsidRPr="00E464B3">
        <w:rPr>
          <w:u w:val="single"/>
        </w:rPr>
        <w:t>VIOLATION</w:t>
      </w:r>
      <w:r>
        <w:t>:</w:t>
      </w:r>
    </w:p>
    <w:p w14:paraId="2F47CAD8" w14:textId="1EC76308" w:rsidR="00FC0652" w:rsidRDefault="00FC0652" w:rsidP="00A925D8"/>
    <w:p w14:paraId="622EE7F2" w14:textId="536B4C40" w:rsidR="00441418" w:rsidRPr="00901617" w:rsidRDefault="00AA46C4" w:rsidP="00901617">
      <w:pPr>
        <w:pStyle w:val="Tag"/>
        <w:rPr>
          <w:rFonts w:cs="Arial"/>
        </w:rPr>
      </w:pPr>
      <w:r>
        <w:rPr>
          <w:rFonts w:cs="Arial"/>
          <w:u w:val="single"/>
        </w:rPr>
        <w:t>[</w:t>
      </w:r>
      <w:r w:rsidR="00441418" w:rsidRPr="00901617">
        <w:rPr>
          <w:rFonts w:cs="Arial"/>
          <w:u w:val="single"/>
        </w:rPr>
        <w:t>NO MORAL OBLIGATIONS/PROHIBITIONS</w:t>
      </w:r>
      <w:r>
        <w:rPr>
          <w:rFonts w:cs="Arial"/>
          <w:u w:val="single"/>
        </w:rPr>
        <w:t>]</w:t>
      </w:r>
      <w:r w:rsidR="00441418" w:rsidRPr="00901617">
        <w:rPr>
          <w:rFonts w:cs="Arial"/>
          <w:u w:val="single"/>
        </w:rPr>
        <w:t xml:space="preserve"> </w:t>
      </w:r>
      <w:r w:rsidR="00441418" w:rsidRPr="00901617">
        <w:rPr>
          <w:rFonts w:cs="Arial"/>
        </w:rPr>
        <w:t xml:space="preserve">– This argument [X] implies that there are no moral obligations or prohibitions, which means domestic violence isn’t immoral. </w:t>
      </w:r>
    </w:p>
    <w:p w14:paraId="703D9B21" w14:textId="77777777" w:rsidR="00FC0652" w:rsidRDefault="00FC0652" w:rsidP="00A925D8"/>
    <w:p w14:paraId="1FC4746D" w14:textId="5DC2D3D0" w:rsidR="00FC0652" w:rsidRPr="00901617" w:rsidRDefault="00AA46C4" w:rsidP="00901617">
      <w:pPr>
        <w:pStyle w:val="Tag"/>
        <w:rPr>
          <w:rFonts w:cs="Arial"/>
        </w:rPr>
      </w:pPr>
      <w:r>
        <w:rPr>
          <w:rFonts w:cs="Arial"/>
          <w:u w:val="single"/>
        </w:rPr>
        <w:t>[</w:t>
      </w:r>
      <w:r w:rsidR="00FC0652" w:rsidRPr="00901617">
        <w:rPr>
          <w:rFonts w:cs="Arial"/>
          <w:u w:val="single"/>
        </w:rPr>
        <w:t>TRIGGERS</w:t>
      </w:r>
      <w:r>
        <w:rPr>
          <w:rFonts w:cs="Arial"/>
          <w:u w:val="single"/>
        </w:rPr>
        <w:t>]</w:t>
      </w:r>
      <w:r w:rsidR="00FC0652" w:rsidRPr="00901617">
        <w:rPr>
          <w:rFonts w:cs="Arial"/>
          <w:u w:val="single"/>
        </w:rPr>
        <w:t xml:space="preserve"> </w:t>
      </w:r>
      <w:r w:rsidR="00FC0652" w:rsidRPr="00901617">
        <w:rPr>
          <w:rFonts w:cs="Arial"/>
        </w:rPr>
        <w:t xml:space="preserve">– Their case includes conditions that, if activated, imply that there are no moral obligations or prohibitions. This would imply that domestic violence is not </w:t>
      </w:r>
      <w:r>
        <w:rPr>
          <w:rFonts w:cs="Arial"/>
        </w:rPr>
        <w:t>immoral</w:t>
      </w:r>
      <w:r w:rsidR="00FC0652" w:rsidRPr="00901617">
        <w:rPr>
          <w:rFonts w:cs="Arial"/>
        </w:rPr>
        <w:t xml:space="preserve">, so it violates my rule. Even if they haven’t ARGUED that there are </w:t>
      </w:r>
      <w:proofErr w:type="gramStart"/>
      <w:r w:rsidR="00FC0652" w:rsidRPr="00901617">
        <w:rPr>
          <w:rFonts w:cs="Arial"/>
        </w:rPr>
        <w:t>no obligations, that’s</w:t>
      </w:r>
      <w:proofErr w:type="gramEnd"/>
      <w:r w:rsidR="00FC0652" w:rsidRPr="00901617">
        <w:rPr>
          <w:rFonts w:cs="Arial"/>
        </w:rPr>
        <w:t xml:space="preserve"> not enough to meet – the possibility of skep is enough. </w:t>
      </w:r>
    </w:p>
    <w:p w14:paraId="40DD1A58" w14:textId="77777777" w:rsidR="000838D7" w:rsidRDefault="000838D7" w:rsidP="00A925D8"/>
    <w:p w14:paraId="5F0072FA" w14:textId="661AA01E" w:rsidR="00FC0652" w:rsidRPr="00901617" w:rsidRDefault="00AA46C4" w:rsidP="00901617">
      <w:pPr>
        <w:pStyle w:val="Tag"/>
        <w:rPr>
          <w:rFonts w:cs="Arial"/>
        </w:rPr>
      </w:pPr>
      <w:r>
        <w:rPr>
          <w:rFonts w:cs="Arial"/>
          <w:u w:val="single"/>
        </w:rPr>
        <w:t>[</w:t>
      </w:r>
      <w:r w:rsidR="0024216A" w:rsidRPr="00901617">
        <w:rPr>
          <w:rFonts w:cs="Arial"/>
          <w:u w:val="single"/>
        </w:rPr>
        <w:t>DEFINITION</w:t>
      </w:r>
      <w:r>
        <w:rPr>
          <w:rFonts w:cs="Arial"/>
          <w:u w:val="single"/>
        </w:rPr>
        <w:t>]</w:t>
      </w:r>
      <w:r w:rsidR="0024216A" w:rsidRPr="00901617">
        <w:rPr>
          <w:rFonts w:cs="Arial"/>
          <w:u w:val="single"/>
        </w:rPr>
        <w:t xml:space="preserve"> </w:t>
      </w:r>
      <w:r w:rsidR="0024216A" w:rsidRPr="00901617">
        <w:rPr>
          <w:rFonts w:cs="Arial"/>
        </w:rPr>
        <w:t xml:space="preserve">– Their burden structure is such that they can win if everything is </w:t>
      </w:r>
      <w:r w:rsidR="00713311" w:rsidRPr="00901617">
        <w:rPr>
          <w:rFonts w:cs="Arial"/>
        </w:rPr>
        <w:t>permissible</w:t>
      </w:r>
      <w:r w:rsidR="0024216A" w:rsidRPr="00901617">
        <w:rPr>
          <w:rFonts w:cs="Arial"/>
        </w:rPr>
        <w:t xml:space="preserve">. Under my rule, no one could win in that condition because it’s ruled out – we always have to assume that at least some things, like domestic violence, are morally impermissible. </w:t>
      </w:r>
    </w:p>
    <w:p w14:paraId="4EB33B89" w14:textId="77777777" w:rsidR="00FC0652" w:rsidRDefault="00FC0652" w:rsidP="00A925D8"/>
    <w:p w14:paraId="3A544A5F" w14:textId="33594526" w:rsidR="00A925D8" w:rsidRPr="00A925D8" w:rsidRDefault="00A925D8" w:rsidP="00A925D8">
      <w:pPr>
        <w:pStyle w:val="Tag"/>
        <w:rPr>
          <w:rFonts w:cs="Arial"/>
        </w:rPr>
      </w:pPr>
      <w:r>
        <w:rPr>
          <w:rFonts w:cs="Arial"/>
        </w:rPr>
        <w:t xml:space="preserve">C] Net benefits: </w:t>
      </w:r>
    </w:p>
    <w:p w14:paraId="4EB5E684" w14:textId="77777777" w:rsidR="00A925D8" w:rsidRDefault="00A925D8" w:rsidP="00A925D8"/>
    <w:p w14:paraId="1B0CE834" w14:textId="164F8BBE" w:rsidR="00A925D8" w:rsidRPr="00A925D8" w:rsidRDefault="00A925D8" w:rsidP="00A925D8">
      <w:pPr>
        <w:rPr>
          <w:rFonts w:cs="Arial"/>
          <w:b/>
          <w:sz w:val="24"/>
        </w:rPr>
      </w:pPr>
      <w:r>
        <w:rPr>
          <w:rFonts w:cs="Arial"/>
          <w:b/>
          <w:sz w:val="24"/>
        </w:rPr>
        <w:t xml:space="preserve">1] </w:t>
      </w:r>
      <w:r w:rsidRPr="00A925D8">
        <w:rPr>
          <w:rFonts w:cs="Arial"/>
          <w:b/>
          <w:sz w:val="24"/>
        </w:rPr>
        <w:t xml:space="preserve">Surprisingly, a lot of Americans condone domestic violence. </w:t>
      </w:r>
      <w:proofErr w:type="gramStart"/>
      <w:r w:rsidRPr="00A925D8">
        <w:rPr>
          <w:rFonts w:cs="Arial"/>
          <w:b/>
          <w:sz w:val="24"/>
        </w:rPr>
        <w:t>this</w:t>
      </w:r>
      <w:proofErr w:type="gramEnd"/>
      <w:r w:rsidRPr="00A925D8">
        <w:rPr>
          <w:rFonts w:cs="Arial"/>
          <w:b/>
          <w:sz w:val="24"/>
        </w:rPr>
        <w:t xml:space="preserve"> gives us a unique responsibility to challenge the norm through debate. Challenging attitudes about domestic violence is necessary to galvanize Americans and enact real change. Klein:</w:t>
      </w:r>
    </w:p>
    <w:p w14:paraId="5934E559" w14:textId="77777777" w:rsidR="00A925D8" w:rsidRDefault="00A925D8" w:rsidP="00A925D8"/>
    <w:p w14:paraId="5D4F7058" w14:textId="77777777" w:rsidR="00A925D8" w:rsidRPr="0021034A" w:rsidRDefault="00A925D8" w:rsidP="00A925D8">
      <w:pPr>
        <w:rPr>
          <w:sz w:val="16"/>
        </w:rPr>
      </w:pPr>
      <w:r w:rsidRPr="0021034A">
        <w:rPr>
          <w:sz w:val="16"/>
        </w:rPr>
        <w:t>*</w:t>
      </w:r>
      <w:proofErr w:type="gramStart"/>
      <w:r w:rsidRPr="0021034A">
        <w:rPr>
          <w:sz w:val="16"/>
        </w:rPr>
        <w:t>edited</w:t>
      </w:r>
      <w:proofErr w:type="gramEnd"/>
      <w:r w:rsidRPr="0021034A">
        <w:rPr>
          <w:sz w:val="16"/>
        </w:rPr>
        <w:t xml:space="preserve"> for gender </w:t>
      </w:r>
    </w:p>
    <w:p w14:paraId="4B95BC6E" w14:textId="77777777" w:rsidR="00A925D8" w:rsidRPr="00E348B5" w:rsidRDefault="00A925D8" w:rsidP="00A925D8">
      <w:pPr>
        <w:rPr>
          <w:sz w:val="16"/>
        </w:rPr>
      </w:pPr>
      <w:r w:rsidRPr="00A15120">
        <w:rPr>
          <w:sz w:val="16"/>
        </w:rPr>
        <w:t xml:space="preserve">Ethel </w:t>
      </w:r>
      <w:r>
        <w:rPr>
          <w:sz w:val="16"/>
        </w:rPr>
        <w:t>Klein</w:t>
      </w:r>
      <w:r w:rsidRPr="00A15120">
        <w:rPr>
          <w:sz w:val="16"/>
        </w:rPr>
        <w:t>,</w:t>
      </w:r>
      <w:r>
        <w:rPr>
          <w:sz w:val="16"/>
        </w:rPr>
        <w:t xml:space="preserve"> [Former Professor at Harvard University],</w:t>
      </w:r>
      <w:r w:rsidRPr="00A15120">
        <w:rPr>
          <w:sz w:val="16"/>
        </w:rPr>
        <w:t xml:space="preserve"> Jacquelyn Campb</w:t>
      </w:r>
      <w:r>
        <w:rPr>
          <w:sz w:val="16"/>
        </w:rPr>
        <w:t xml:space="preserve">ell, </w:t>
      </w:r>
      <w:proofErr w:type="spellStart"/>
      <w:r>
        <w:rPr>
          <w:sz w:val="16"/>
        </w:rPr>
        <w:t>Esta</w:t>
      </w:r>
      <w:proofErr w:type="spellEnd"/>
      <w:r>
        <w:rPr>
          <w:sz w:val="16"/>
        </w:rPr>
        <w:t xml:space="preserve"> </w:t>
      </w:r>
      <w:proofErr w:type="spellStart"/>
      <w:r>
        <w:rPr>
          <w:sz w:val="16"/>
        </w:rPr>
        <w:t>Soler</w:t>
      </w:r>
      <w:proofErr w:type="spellEnd"/>
      <w:r>
        <w:rPr>
          <w:sz w:val="16"/>
        </w:rPr>
        <w:t xml:space="preserve">, Marissa </w:t>
      </w:r>
      <w:proofErr w:type="spellStart"/>
      <w:r>
        <w:rPr>
          <w:sz w:val="16"/>
        </w:rPr>
        <w:t>Ghez</w:t>
      </w:r>
      <w:proofErr w:type="spellEnd"/>
      <w:r>
        <w:rPr>
          <w:sz w:val="16"/>
        </w:rPr>
        <w:t xml:space="preserve">, </w:t>
      </w:r>
      <w:proofErr w:type="gramStart"/>
      <w:r w:rsidRPr="00EB4E06">
        <w:rPr>
          <w:i/>
          <w:sz w:val="16"/>
        </w:rPr>
        <w:t>Ending</w:t>
      </w:r>
      <w:proofErr w:type="gramEnd"/>
      <w:r w:rsidRPr="00EB4E06">
        <w:rPr>
          <w:i/>
          <w:sz w:val="16"/>
        </w:rPr>
        <w:t xml:space="preserve"> Domestic Violence: Changing Public Perceptions/Halting the Epidemic</w:t>
      </w:r>
      <w:r>
        <w:rPr>
          <w:sz w:val="16"/>
        </w:rPr>
        <w:t>,</w:t>
      </w:r>
      <w:r w:rsidRPr="00A15120">
        <w:rPr>
          <w:sz w:val="16"/>
        </w:rPr>
        <w:t xml:space="preserve"> SAGE Publications Inc., 1997. RK</w:t>
      </w:r>
    </w:p>
    <w:p w14:paraId="4A6AA758" w14:textId="77777777" w:rsidR="00A925D8" w:rsidRDefault="00A925D8" w:rsidP="00A925D8"/>
    <w:p w14:paraId="2EC37283" w14:textId="78A2BD92" w:rsidR="00A925D8" w:rsidRPr="00A925D8" w:rsidRDefault="00A925D8" w:rsidP="00A925D8">
      <w:pPr>
        <w:rPr>
          <w:rFonts w:cs="Arial"/>
          <w:b/>
          <w:sz w:val="24"/>
        </w:rPr>
      </w:pPr>
      <w:r w:rsidRPr="00A925D8">
        <w:rPr>
          <w:sz w:val="16"/>
        </w:rPr>
        <w:t xml:space="preserve">However, </w:t>
      </w:r>
      <w:r w:rsidRPr="00A925D8">
        <w:rPr>
          <w:b/>
          <w:highlight w:val="green"/>
          <w:u w:val="single"/>
        </w:rPr>
        <w:t>the vast majority of Americans hold covert attitudes that condone battering</w:t>
      </w:r>
      <w:r w:rsidRPr="00A925D8">
        <w:rPr>
          <w:b/>
          <w:u w:val="single"/>
        </w:rPr>
        <w:t xml:space="preserve"> and help create an environment in which inaction is the norm rather than the exception. </w:t>
      </w:r>
      <w:r w:rsidRPr="00A925D8">
        <w:rPr>
          <w:sz w:val="16"/>
        </w:rPr>
        <w:t xml:space="preserve">As reported earlier, the November 1995 Lieberman poll also found that almost half of the American public [46%] currently believes that men sometimes physically abuse women because they are stressed out or drunk, not because they intend to hurt them. This widely held excuse for battering helps explain how </w:t>
      </w:r>
      <w:r w:rsidRPr="00A925D8">
        <w:rPr>
          <w:b/>
          <w:u w:val="single"/>
        </w:rPr>
        <w:t xml:space="preserve">friends, family, and institutions can continue to resist holding [abusers] </w:t>
      </w:r>
      <w:r w:rsidRPr="00A925D8">
        <w:rPr>
          <w:sz w:val="16"/>
        </w:rPr>
        <w:t xml:space="preserve">men </w:t>
      </w:r>
      <w:r w:rsidRPr="00A925D8">
        <w:rPr>
          <w:b/>
          <w:u w:val="single"/>
        </w:rPr>
        <w:t>accountable for their behavior</w:t>
      </w:r>
      <w:r w:rsidRPr="00A925D8">
        <w:rPr>
          <w:sz w:val="16"/>
        </w:rPr>
        <w:t xml:space="preserve">. The following anecdote is instructive: Ed is a liberal individual who is very progressive on social issues. He mentioned to a woman friend [a domestic violence activist] that he had just made a startling discover- a man with </w:t>
      </w:r>
      <w:proofErr w:type="spellStart"/>
      <w:r w:rsidRPr="00A925D8">
        <w:rPr>
          <w:sz w:val="16"/>
        </w:rPr>
        <w:t>hom</w:t>
      </w:r>
      <w:proofErr w:type="spellEnd"/>
      <w:r w:rsidRPr="00A925D8">
        <w:rPr>
          <w:sz w:val="16"/>
        </w:rPr>
        <w:t xml:space="preserve"> he plays weekly basketball regularly beats up his wife. Ed’s woman friend asked him why he continues to play basketball with that kind of person. “Because,” Ed replied, “he’s basically a nice guy.” Highly publicized cases from around the country indicate that as far as the courts are concerned, judges still have much to learn about domestic violence. IN the state of Maryland, for example, a judge recently imposed a sentence of only 18 </w:t>
      </w:r>
      <w:proofErr w:type="spellStart"/>
      <w:r w:rsidRPr="00A925D8">
        <w:rPr>
          <w:sz w:val="16"/>
        </w:rPr>
        <w:t>monhts</w:t>
      </w:r>
      <w:proofErr w:type="spellEnd"/>
      <w:r w:rsidRPr="00A925D8">
        <w:rPr>
          <w:sz w:val="16"/>
        </w:rPr>
        <w:t xml:space="preserve"> on a man who shot his wife in the head with a rifle after finding her with </w:t>
      </w:r>
      <w:r w:rsidRPr="00A925D8">
        <w:rPr>
          <w:sz w:val="16"/>
        </w:rPr>
        <w:lastRenderedPageBreak/>
        <w:t xml:space="preserve">another man. The judge stated, “I seriously wonder how many men…would have the strength to walk away without inflicting some corporal punishment. I’m forced to impose a sentence- only because I think I must do it to make the system honest.” Even though the staggering numbers of abused women indicate that progress is slow, we know that </w:t>
      </w:r>
      <w:r w:rsidRPr="00A925D8">
        <w:rPr>
          <w:b/>
          <w:u w:val="single"/>
        </w:rPr>
        <w:t xml:space="preserve">[however] what is learned can be unlearned. </w:t>
      </w:r>
      <w:r w:rsidRPr="00A925D8">
        <w:rPr>
          <w:b/>
          <w:highlight w:val="green"/>
          <w:u w:val="single"/>
        </w:rPr>
        <w:t>Broad cultural messages about</w:t>
      </w:r>
      <w:r w:rsidRPr="00A925D8">
        <w:rPr>
          <w:b/>
          <w:u w:val="single"/>
        </w:rPr>
        <w:t xml:space="preserve"> </w:t>
      </w:r>
      <w:r w:rsidRPr="00A925D8">
        <w:rPr>
          <w:sz w:val="16"/>
        </w:rPr>
        <w:t>male-female</w:t>
      </w:r>
      <w:r w:rsidRPr="00A925D8">
        <w:rPr>
          <w:b/>
          <w:u w:val="single"/>
        </w:rPr>
        <w:t xml:space="preserve"> </w:t>
      </w:r>
      <w:r w:rsidRPr="00A925D8">
        <w:rPr>
          <w:b/>
          <w:highlight w:val="green"/>
          <w:u w:val="single"/>
        </w:rPr>
        <w:t>relationships can be changed</w:t>
      </w:r>
      <w:r w:rsidRPr="00A925D8">
        <w:rPr>
          <w:b/>
          <w:u w:val="single"/>
        </w:rPr>
        <w:t xml:space="preserve">; attitudes about what is acceptable behavior can be reframed; </w:t>
      </w:r>
      <w:r w:rsidRPr="00A925D8">
        <w:rPr>
          <w:b/>
          <w:highlight w:val="green"/>
          <w:u w:val="single"/>
        </w:rPr>
        <w:t>children growing up with domestic violence</w:t>
      </w:r>
      <w:r w:rsidRPr="00A925D8">
        <w:rPr>
          <w:b/>
          <w:u w:val="single"/>
        </w:rPr>
        <w:t xml:space="preserve"> </w:t>
      </w:r>
      <w:r w:rsidRPr="00A925D8">
        <w:rPr>
          <w:b/>
          <w:highlight w:val="green"/>
          <w:u w:val="single"/>
        </w:rPr>
        <w:t>can be taught new behaviors</w:t>
      </w:r>
      <w:r w:rsidRPr="00A925D8">
        <w:rPr>
          <w:b/>
          <w:u w:val="single"/>
        </w:rPr>
        <w:t xml:space="preserve">. </w:t>
      </w:r>
      <w:r w:rsidRPr="00A925D8">
        <w:rPr>
          <w:sz w:val="16"/>
        </w:rPr>
        <w:t xml:space="preserve">Domestic violence can be positioned not only as an issue that touches the lives of more than just abused women and batterers but also as a problem that tears families and communities apart and fills our courtrooms, hospitals, and morgues. </w:t>
      </w:r>
      <w:r w:rsidRPr="00A925D8">
        <w:rPr>
          <w:b/>
          <w:u w:val="single"/>
        </w:rPr>
        <w:t xml:space="preserve">In order to galvanize Americans to take action </w:t>
      </w:r>
      <w:r w:rsidRPr="00A925D8">
        <w:rPr>
          <w:sz w:val="16"/>
        </w:rPr>
        <w:t xml:space="preserve">on this important problem, </w:t>
      </w:r>
      <w:r w:rsidRPr="00A925D8">
        <w:rPr>
          <w:b/>
          <w:highlight w:val="green"/>
          <w:u w:val="single"/>
        </w:rPr>
        <w:t>we must identify domestic violence as an issue that individuals</w:t>
      </w:r>
      <w:r w:rsidRPr="00A925D8">
        <w:rPr>
          <w:b/>
          <w:u w:val="single"/>
        </w:rPr>
        <w:t xml:space="preserve"> </w:t>
      </w:r>
      <w:r w:rsidRPr="00A925D8">
        <w:rPr>
          <w:sz w:val="16"/>
        </w:rPr>
        <w:t xml:space="preserve">and communities alike can- and </w:t>
      </w:r>
      <w:r w:rsidRPr="00A925D8">
        <w:rPr>
          <w:b/>
          <w:highlight w:val="green"/>
          <w:u w:val="single"/>
        </w:rPr>
        <w:t>must- address</w:t>
      </w:r>
      <w:r w:rsidRPr="00A925D8">
        <w:rPr>
          <w:sz w:val="16"/>
          <w:highlight w:val="green"/>
        </w:rPr>
        <w:t>.</w:t>
      </w:r>
      <w:r w:rsidRPr="00A925D8">
        <w:rPr>
          <w:sz w:val="16"/>
        </w:rPr>
        <w:t xml:space="preserve"> We must educate people to recognize that they have a role in helping battered women and their children, teach them that their behavior matters, and show them how to get involved. </w:t>
      </w:r>
      <w:r w:rsidRPr="00A925D8">
        <w:rPr>
          <w:b/>
          <w:u w:val="single"/>
        </w:rPr>
        <w:t xml:space="preserve">The strategic </w:t>
      </w:r>
      <w:r w:rsidRPr="00A925D8">
        <w:rPr>
          <w:b/>
          <w:highlight w:val="green"/>
          <w:u w:val="single"/>
        </w:rPr>
        <w:t>use of communications can play a key role in raising</w:t>
      </w:r>
      <w:r w:rsidRPr="00A925D8">
        <w:rPr>
          <w:b/>
          <w:u w:val="single"/>
        </w:rPr>
        <w:t xml:space="preserve"> public </w:t>
      </w:r>
      <w:r w:rsidRPr="00A925D8">
        <w:rPr>
          <w:b/>
          <w:highlight w:val="green"/>
          <w:u w:val="single"/>
        </w:rPr>
        <w:t>awareness</w:t>
      </w:r>
      <w:r w:rsidRPr="00A925D8">
        <w:rPr>
          <w:b/>
          <w:u w:val="single"/>
        </w:rPr>
        <w:t xml:space="preserve">, </w:t>
      </w:r>
      <w:r w:rsidRPr="00A925D8">
        <w:rPr>
          <w:b/>
          <w:highlight w:val="green"/>
          <w:u w:val="single"/>
        </w:rPr>
        <w:t>changing</w:t>
      </w:r>
      <w:r w:rsidRPr="00A925D8">
        <w:rPr>
          <w:b/>
          <w:u w:val="single"/>
        </w:rPr>
        <w:t xml:space="preserve"> </w:t>
      </w:r>
      <w:r w:rsidRPr="00A925D8">
        <w:rPr>
          <w:b/>
          <w:highlight w:val="green"/>
          <w:u w:val="single"/>
        </w:rPr>
        <w:t>attitudes</w:t>
      </w:r>
      <w:r w:rsidRPr="00A925D8">
        <w:rPr>
          <w:b/>
          <w:u w:val="single"/>
        </w:rPr>
        <w:t xml:space="preserve">, </w:t>
      </w:r>
      <w:r w:rsidRPr="00A925D8">
        <w:rPr>
          <w:b/>
          <w:highlight w:val="green"/>
          <w:u w:val="single"/>
        </w:rPr>
        <w:t>and promoting</w:t>
      </w:r>
      <w:r w:rsidRPr="00A925D8">
        <w:rPr>
          <w:b/>
          <w:u w:val="single"/>
        </w:rPr>
        <w:t xml:space="preserve"> personal and community </w:t>
      </w:r>
      <w:r w:rsidRPr="00A925D8">
        <w:rPr>
          <w:b/>
          <w:highlight w:val="green"/>
          <w:u w:val="single"/>
        </w:rPr>
        <w:t>involvement</w:t>
      </w:r>
      <w:r w:rsidRPr="00A925D8">
        <w:rPr>
          <w:b/>
          <w:u w:val="single"/>
        </w:rPr>
        <w:t xml:space="preserve">. </w:t>
      </w:r>
      <w:r w:rsidRPr="00A925D8">
        <w:rPr>
          <w:sz w:val="16"/>
        </w:rPr>
        <w:t xml:space="preserve">To be effective, </w:t>
      </w:r>
      <w:r w:rsidRPr="00A925D8">
        <w:rPr>
          <w:b/>
          <w:u w:val="single"/>
        </w:rPr>
        <w:t xml:space="preserve">communications </w:t>
      </w:r>
      <w:r w:rsidRPr="00A925D8">
        <w:rPr>
          <w:b/>
          <w:highlight w:val="green"/>
          <w:u w:val="single"/>
        </w:rPr>
        <w:t>strategies must be aimed at countering</w:t>
      </w:r>
      <w:r w:rsidRPr="00A925D8">
        <w:rPr>
          <w:b/>
          <w:u w:val="single"/>
        </w:rPr>
        <w:t xml:space="preserve"> the existing </w:t>
      </w:r>
      <w:r w:rsidRPr="00A925D8">
        <w:rPr>
          <w:b/>
          <w:highlight w:val="green"/>
          <w:u w:val="single"/>
        </w:rPr>
        <w:t>cultural acceptance of violence</w:t>
      </w:r>
      <w:r w:rsidRPr="00A925D8">
        <w:rPr>
          <w:b/>
          <w:u w:val="single"/>
        </w:rPr>
        <w:t xml:space="preserve"> </w:t>
      </w:r>
      <w:r w:rsidRPr="00A925D8">
        <w:rPr>
          <w:b/>
          <w:highlight w:val="green"/>
          <w:u w:val="single"/>
        </w:rPr>
        <w:t>and</w:t>
      </w:r>
      <w:r w:rsidRPr="00A925D8">
        <w:rPr>
          <w:b/>
          <w:u w:val="single"/>
        </w:rPr>
        <w:t xml:space="preserve"> instead, </w:t>
      </w:r>
      <w:r w:rsidRPr="00A925D8">
        <w:rPr>
          <w:b/>
          <w:highlight w:val="green"/>
          <w:u w:val="single"/>
        </w:rPr>
        <w:t>producing public outrage</w:t>
      </w:r>
      <w:r w:rsidRPr="00A925D8">
        <w:rPr>
          <w:b/>
          <w:u w:val="single"/>
        </w:rPr>
        <w:t xml:space="preserve"> about and a commitment </w:t>
      </w:r>
      <w:r w:rsidRPr="00A925D8">
        <w:rPr>
          <w:b/>
          <w:highlight w:val="green"/>
          <w:u w:val="single"/>
        </w:rPr>
        <w:t>to</w:t>
      </w:r>
      <w:r w:rsidRPr="00A925D8">
        <w:rPr>
          <w:b/>
          <w:u w:val="single"/>
        </w:rPr>
        <w:t xml:space="preserve"> </w:t>
      </w:r>
      <w:r w:rsidRPr="00A925D8">
        <w:rPr>
          <w:b/>
          <w:highlight w:val="green"/>
          <w:u w:val="single"/>
        </w:rPr>
        <w:t>stop violence</w:t>
      </w:r>
      <w:r w:rsidRPr="00A925D8">
        <w:rPr>
          <w:b/>
          <w:u w:val="single"/>
        </w:rPr>
        <w:t xml:space="preserve"> against [victims] </w:t>
      </w:r>
      <w:r w:rsidRPr="00A925D8">
        <w:rPr>
          <w:sz w:val="16"/>
        </w:rPr>
        <w:t>women</w:t>
      </w:r>
      <w:r w:rsidRPr="00A925D8">
        <w:rPr>
          <w:b/>
        </w:rPr>
        <w:t xml:space="preserve">. </w:t>
      </w:r>
      <w:r w:rsidRPr="00A925D8">
        <w:rPr>
          <w:sz w:val="16"/>
        </w:rPr>
        <w:t xml:space="preserve">People can learn. They can change the way they think </w:t>
      </w:r>
      <w:r w:rsidRPr="00A925D8">
        <w:rPr>
          <w:i/>
          <w:sz w:val="16"/>
        </w:rPr>
        <w:t>and</w:t>
      </w:r>
      <w:r w:rsidRPr="00A925D8">
        <w:rPr>
          <w:sz w:val="16"/>
        </w:rPr>
        <w:t xml:space="preserve"> behave. Witness the success of prevention programs aimed at raising awareness about recycling cigarette smoking, and drunk driving.</w:t>
      </w:r>
    </w:p>
    <w:p w14:paraId="58F8B961" w14:textId="77777777" w:rsidR="00A925D8" w:rsidRDefault="00A925D8" w:rsidP="00A925D8">
      <w:pPr>
        <w:rPr>
          <w:rFonts w:cs="Arial"/>
          <w:b/>
          <w:sz w:val="24"/>
        </w:rPr>
      </w:pPr>
    </w:p>
    <w:p w14:paraId="480B2C97" w14:textId="5915A526" w:rsidR="00A925D8" w:rsidRDefault="00A925D8" w:rsidP="00A925D8">
      <w:pPr>
        <w:rPr>
          <w:rFonts w:cs="Arial"/>
          <w:b/>
          <w:sz w:val="24"/>
        </w:rPr>
      </w:pPr>
      <w:r>
        <w:rPr>
          <w:rFonts w:cs="Arial"/>
          <w:b/>
          <w:sz w:val="24"/>
        </w:rPr>
        <w:t>2] B</w:t>
      </w:r>
      <w:r w:rsidRPr="00A925D8">
        <w:rPr>
          <w:rFonts w:cs="Arial"/>
          <w:b/>
          <w:sz w:val="24"/>
        </w:rPr>
        <w:t>y definition, skep and permissibility triggers violate advocacy skills because, if there are no moral obligations/prohibitions, then no op</w:t>
      </w:r>
      <w:r>
        <w:rPr>
          <w:rFonts w:cs="Arial"/>
          <w:b/>
          <w:sz w:val="24"/>
        </w:rPr>
        <w:t>tion is better than any other. T</w:t>
      </w:r>
      <w:r w:rsidRPr="00A925D8">
        <w:rPr>
          <w:rFonts w:cs="Arial"/>
          <w:b/>
          <w:sz w:val="24"/>
        </w:rPr>
        <w:t>hese arguments are copouts so you don’t have to defend a CHOICE.</w:t>
      </w:r>
    </w:p>
    <w:p w14:paraId="5E152B98" w14:textId="77777777" w:rsidR="00A925D8" w:rsidRDefault="00A925D8" w:rsidP="00A925D8">
      <w:pPr>
        <w:rPr>
          <w:rFonts w:cs="Arial"/>
          <w:b/>
          <w:sz w:val="24"/>
        </w:rPr>
      </w:pPr>
    </w:p>
    <w:p w14:paraId="297F9047" w14:textId="4BFD6D47" w:rsidR="00A925D8" w:rsidRPr="00531C77" w:rsidRDefault="00A925D8" w:rsidP="00A925D8">
      <w:pPr>
        <w:pStyle w:val="Tag"/>
        <w:rPr>
          <w:rFonts w:cs="Arial"/>
        </w:rPr>
      </w:pPr>
      <w:r w:rsidRPr="00A925D8">
        <w:rPr>
          <w:rFonts w:cs="Arial"/>
        </w:rPr>
        <w:t xml:space="preserve">3] </w:t>
      </w:r>
      <w:r>
        <w:rPr>
          <w:rFonts w:cs="Arial"/>
          <w:b w:val="0"/>
        </w:rPr>
        <w:t>I</w:t>
      </w:r>
      <w:r w:rsidRPr="00A925D8">
        <w:rPr>
          <w:rFonts w:cs="Arial"/>
        </w:rPr>
        <w:t>f we assume DV bad, deb</w:t>
      </w:r>
      <w:r>
        <w:rPr>
          <w:rFonts w:cs="Arial"/>
        </w:rPr>
        <w:t>ate becomes how to address it. T</w:t>
      </w:r>
      <w:r w:rsidRPr="00A925D8">
        <w:rPr>
          <w:rFonts w:cs="Arial"/>
        </w:rPr>
        <w:t xml:space="preserve">hat’s the most important education we can gain in the context of the topic. </w:t>
      </w:r>
      <w:r w:rsidR="003C6116">
        <w:rPr>
          <w:rFonts w:cs="Arial"/>
        </w:rPr>
        <w:t xml:space="preserve">This discussion is </w:t>
      </w:r>
      <w:r>
        <w:rPr>
          <w:rFonts w:cs="Arial"/>
        </w:rPr>
        <w:t xml:space="preserve">uniquely important because the </w:t>
      </w:r>
      <w:proofErr w:type="gramStart"/>
      <w:r>
        <w:rPr>
          <w:rFonts w:cs="Arial"/>
        </w:rPr>
        <w:t>majority of Americans are</w:t>
      </w:r>
      <w:proofErr w:type="gramEnd"/>
      <w:r>
        <w:rPr>
          <w:rFonts w:cs="Arial"/>
        </w:rPr>
        <w:t xml:space="preserve"> willing to get involved, but aren’t doing anything because they don’t know how. </w:t>
      </w:r>
      <w:r>
        <w:t>Klein 2:</w:t>
      </w:r>
    </w:p>
    <w:p w14:paraId="1DCEB3A2" w14:textId="77777777" w:rsidR="00A925D8" w:rsidRDefault="00A925D8" w:rsidP="00A925D8"/>
    <w:p w14:paraId="1DCE1E67" w14:textId="77777777" w:rsidR="00A925D8" w:rsidRPr="00E348B5" w:rsidRDefault="00A925D8" w:rsidP="00A925D8">
      <w:pPr>
        <w:rPr>
          <w:sz w:val="16"/>
        </w:rPr>
      </w:pPr>
      <w:r w:rsidRPr="00A15120">
        <w:rPr>
          <w:sz w:val="16"/>
        </w:rPr>
        <w:t xml:space="preserve">Ethel </w:t>
      </w:r>
      <w:r>
        <w:rPr>
          <w:sz w:val="16"/>
        </w:rPr>
        <w:t>Klein</w:t>
      </w:r>
      <w:r w:rsidRPr="00A15120">
        <w:rPr>
          <w:sz w:val="16"/>
        </w:rPr>
        <w:t>,</w:t>
      </w:r>
      <w:r>
        <w:rPr>
          <w:sz w:val="16"/>
        </w:rPr>
        <w:t xml:space="preserve"> [Former Professor at Harvard University],</w:t>
      </w:r>
      <w:r w:rsidRPr="00A15120">
        <w:rPr>
          <w:sz w:val="16"/>
        </w:rPr>
        <w:t xml:space="preserve"> Jacquelyn Campb</w:t>
      </w:r>
      <w:r>
        <w:rPr>
          <w:sz w:val="16"/>
        </w:rPr>
        <w:t xml:space="preserve">ell, </w:t>
      </w:r>
      <w:proofErr w:type="spellStart"/>
      <w:r>
        <w:rPr>
          <w:sz w:val="16"/>
        </w:rPr>
        <w:t>Esta</w:t>
      </w:r>
      <w:proofErr w:type="spellEnd"/>
      <w:r>
        <w:rPr>
          <w:sz w:val="16"/>
        </w:rPr>
        <w:t xml:space="preserve"> </w:t>
      </w:r>
      <w:proofErr w:type="spellStart"/>
      <w:r>
        <w:rPr>
          <w:sz w:val="16"/>
        </w:rPr>
        <w:t>Soler</w:t>
      </w:r>
      <w:proofErr w:type="spellEnd"/>
      <w:r>
        <w:rPr>
          <w:sz w:val="16"/>
        </w:rPr>
        <w:t xml:space="preserve">, Marissa </w:t>
      </w:r>
      <w:proofErr w:type="spellStart"/>
      <w:r>
        <w:rPr>
          <w:sz w:val="16"/>
        </w:rPr>
        <w:t>Ghez</w:t>
      </w:r>
      <w:proofErr w:type="spellEnd"/>
      <w:r>
        <w:rPr>
          <w:sz w:val="16"/>
        </w:rPr>
        <w:t xml:space="preserve">, </w:t>
      </w:r>
      <w:proofErr w:type="gramStart"/>
      <w:r w:rsidRPr="00EB4E06">
        <w:rPr>
          <w:i/>
          <w:sz w:val="16"/>
        </w:rPr>
        <w:t>Ending</w:t>
      </w:r>
      <w:proofErr w:type="gramEnd"/>
      <w:r w:rsidRPr="00EB4E06">
        <w:rPr>
          <w:i/>
          <w:sz w:val="16"/>
        </w:rPr>
        <w:t xml:space="preserve"> Domestic Violence: Changing Public Perceptions/Halting the Epidemic</w:t>
      </w:r>
      <w:r>
        <w:rPr>
          <w:sz w:val="16"/>
        </w:rPr>
        <w:t>,</w:t>
      </w:r>
      <w:r w:rsidRPr="00A15120">
        <w:rPr>
          <w:sz w:val="16"/>
        </w:rPr>
        <w:t xml:space="preserve"> SAGE Publications Inc., 1997. RK</w:t>
      </w:r>
    </w:p>
    <w:p w14:paraId="07711303" w14:textId="77777777" w:rsidR="00A925D8" w:rsidRDefault="00A925D8" w:rsidP="00A925D8">
      <w:pPr>
        <w:rPr>
          <w:rFonts w:cs="Arial"/>
          <w:b/>
          <w:u w:val="single"/>
        </w:rPr>
      </w:pPr>
    </w:p>
    <w:p w14:paraId="17F31968" w14:textId="77777777" w:rsidR="00A925D8" w:rsidRPr="00EB4E06" w:rsidRDefault="00A925D8" w:rsidP="00A925D8">
      <w:pPr>
        <w:rPr>
          <w:rFonts w:cs="Arial"/>
          <w:sz w:val="16"/>
        </w:rPr>
      </w:pPr>
      <w:r w:rsidRPr="00EB4E06">
        <w:rPr>
          <w:rFonts w:cs="Arial"/>
          <w:sz w:val="16"/>
        </w:rPr>
        <w:t xml:space="preserve">These results also confirm that although respondents to the 1992 EDK poll said they would be willing to do a number of things to address domestic violence- including donating money to a shelter and helping a woman facing abuse- these results were more indicative of the emerging social unacceptability of ignoring the problem [see Chapter 3]. The Lieberman Research results indicate that as far </w:t>
      </w:r>
      <w:r w:rsidRPr="00EB4E06">
        <w:rPr>
          <w:rFonts w:cs="Arial"/>
          <w:b/>
          <w:u w:val="single"/>
        </w:rPr>
        <w:t>as concrete action, Americans hadn’t actually done much about domestic violence until relatively recently</w:t>
      </w:r>
      <w:r w:rsidRPr="00EB4E06">
        <w:rPr>
          <w:rFonts w:cs="Arial"/>
          <w:sz w:val="16"/>
        </w:rPr>
        <w:t xml:space="preserve">. The good news, however, is that things seem to be changing, albeit slowly. And what’s more, we now have a better sense of why Americans </w:t>
      </w:r>
      <w:r w:rsidRPr="00EB4E06">
        <w:rPr>
          <w:rFonts w:cs="Arial"/>
          <w:i/>
          <w:sz w:val="16"/>
        </w:rPr>
        <w:t>don’t</w:t>
      </w:r>
      <w:r w:rsidRPr="00EB4E06">
        <w:rPr>
          <w:rFonts w:cs="Arial"/>
          <w:sz w:val="16"/>
        </w:rPr>
        <w:t xml:space="preserve"> get involved- reasons that can be addressed in future public education efforts on this subject. </w:t>
      </w:r>
      <w:r w:rsidRPr="0049799E">
        <w:rPr>
          <w:rFonts w:cs="Arial"/>
          <w:b/>
          <w:highlight w:val="green"/>
          <w:u w:val="single"/>
        </w:rPr>
        <w:t>With the public ready to take action against domestic violence, advocates</w:t>
      </w:r>
      <w:r w:rsidRPr="00EB4E06">
        <w:rPr>
          <w:rFonts w:cs="Arial"/>
          <w:b/>
          <w:u w:val="single"/>
        </w:rPr>
        <w:t xml:space="preserve"> </w:t>
      </w:r>
      <w:r w:rsidRPr="00EB4E06">
        <w:rPr>
          <w:rFonts w:cs="Arial"/>
          <w:sz w:val="16"/>
        </w:rPr>
        <w:t xml:space="preserve">and policymakers in the field </w:t>
      </w:r>
      <w:r w:rsidRPr="0049799E">
        <w:rPr>
          <w:rFonts w:cs="Arial"/>
          <w:b/>
          <w:highlight w:val="green"/>
          <w:u w:val="single"/>
        </w:rPr>
        <w:t>must provide the public with some direction for action</w:t>
      </w:r>
      <w:r w:rsidRPr="00EB4E06">
        <w:rPr>
          <w:rFonts w:cs="Arial"/>
          <w:b/>
          <w:u w:val="single"/>
        </w:rPr>
        <w:t xml:space="preserve"> </w:t>
      </w:r>
      <w:r w:rsidRPr="00EB4E06">
        <w:rPr>
          <w:rFonts w:cs="Arial"/>
          <w:sz w:val="16"/>
        </w:rPr>
        <w:t xml:space="preserve">[after all, </w:t>
      </w:r>
      <w:r w:rsidRPr="00EB4E06">
        <w:rPr>
          <w:rFonts w:cs="Arial"/>
          <w:b/>
          <w:u w:val="single"/>
        </w:rPr>
        <w:t>despite an increase in the number of people getting involved</w:t>
      </w:r>
      <w:r w:rsidRPr="00EB4E06">
        <w:rPr>
          <w:rFonts w:cs="Arial"/>
          <w:sz w:val="16"/>
        </w:rPr>
        <w:t xml:space="preserve">, fully </w:t>
      </w:r>
      <w:r w:rsidRPr="0049799E">
        <w:rPr>
          <w:rFonts w:cs="Arial"/>
          <w:b/>
          <w:highlight w:val="green"/>
          <w:u w:val="single"/>
        </w:rPr>
        <w:t>76% of respondents</w:t>
      </w:r>
      <w:r w:rsidRPr="00EB4E06">
        <w:rPr>
          <w:rFonts w:cs="Arial"/>
          <w:b/>
          <w:u w:val="single"/>
        </w:rPr>
        <w:t xml:space="preserve"> </w:t>
      </w:r>
      <w:r w:rsidRPr="00EB4E06">
        <w:rPr>
          <w:rFonts w:cs="Arial"/>
          <w:sz w:val="16"/>
        </w:rPr>
        <w:t xml:space="preserve">to the November 1995 Lieberman poll </w:t>
      </w:r>
      <w:r w:rsidRPr="0049799E">
        <w:rPr>
          <w:rFonts w:cs="Arial"/>
          <w:b/>
          <w:highlight w:val="green"/>
          <w:u w:val="single"/>
        </w:rPr>
        <w:t xml:space="preserve">had </w:t>
      </w:r>
      <w:r w:rsidRPr="0049799E">
        <w:rPr>
          <w:rFonts w:cs="Arial"/>
          <w:b/>
          <w:i/>
          <w:highlight w:val="green"/>
          <w:u w:val="single"/>
        </w:rPr>
        <w:t>not</w:t>
      </w:r>
      <w:r w:rsidRPr="0049799E">
        <w:rPr>
          <w:rFonts w:cs="Arial"/>
          <w:b/>
          <w:highlight w:val="green"/>
          <w:u w:val="single"/>
        </w:rPr>
        <w:t xml:space="preserve"> done anything about domestic violence</w:t>
      </w:r>
      <w:r w:rsidRPr="00EB4E06">
        <w:rPr>
          <w:rFonts w:cs="Arial"/>
          <w:b/>
          <w:u w:val="single"/>
        </w:rPr>
        <w:t xml:space="preserve"> </w:t>
      </w:r>
      <w:r w:rsidRPr="00EB4E06">
        <w:rPr>
          <w:rFonts w:cs="Arial"/>
          <w:sz w:val="16"/>
        </w:rPr>
        <w:t xml:space="preserve">in the previous year]. </w:t>
      </w:r>
      <w:r w:rsidRPr="0049799E">
        <w:rPr>
          <w:rFonts w:cs="Arial"/>
          <w:b/>
          <w:highlight w:val="green"/>
          <w:u w:val="single"/>
        </w:rPr>
        <w:t>Experts have paid little attention to the question of how to involve and engage the general citizenry in addressing the problem</w:t>
      </w:r>
      <w:r w:rsidRPr="00EB4E06">
        <w:rPr>
          <w:rFonts w:cs="Arial"/>
          <w:b/>
          <w:u w:val="single"/>
        </w:rPr>
        <w:t xml:space="preserve">. </w:t>
      </w:r>
      <w:r w:rsidRPr="00EB4E06">
        <w:rPr>
          <w:rFonts w:cs="Arial"/>
          <w:sz w:val="16"/>
        </w:rPr>
        <w:t xml:space="preserve">Over the next decade, </w:t>
      </w:r>
      <w:r w:rsidRPr="0049799E">
        <w:rPr>
          <w:rFonts w:cs="Arial"/>
          <w:b/>
          <w:highlight w:val="green"/>
          <w:u w:val="single"/>
        </w:rPr>
        <w:t>advocates must identify and promote</w:t>
      </w:r>
      <w:r w:rsidRPr="00EB4E06">
        <w:rPr>
          <w:rFonts w:cs="Arial"/>
          <w:b/>
          <w:u w:val="single"/>
        </w:rPr>
        <w:t xml:space="preserve"> </w:t>
      </w:r>
      <w:r w:rsidRPr="00EB4E06">
        <w:rPr>
          <w:rFonts w:cs="Arial"/>
          <w:sz w:val="16"/>
        </w:rPr>
        <w:t xml:space="preserve">simple, safe, and </w:t>
      </w:r>
      <w:r w:rsidRPr="0049799E">
        <w:rPr>
          <w:rFonts w:cs="Arial"/>
          <w:b/>
          <w:highlight w:val="green"/>
          <w:u w:val="single"/>
        </w:rPr>
        <w:t>effective action steps</w:t>
      </w:r>
      <w:r w:rsidRPr="00EB4E06">
        <w:rPr>
          <w:rFonts w:cs="Arial"/>
          <w:b/>
          <w:u w:val="single"/>
        </w:rPr>
        <w:t xml:space="preserve"> that address three distinct levels: person-to-person contact, individual action, and community action. </w:t>
      </w:r>
    </w:p>
    <w:p w14:paraId="2E6D8EA1" w14:textId="7BCCC755" w:rsidR="00A925D8" w:rsidRDefault="00A925D8" w:rsidP="00A925D8">
      <w:pPr>
        <w:rPr>
          <w:rFonts w:cs="Arial"/>
          <w:b/>
          <w:sz w:val="24"/>
        </w:rPr>
      </w:pPr>
    </w:p>
    <w:p w14:paraId="0E183B8A" w14:textId="27A6A812" w:rsidR="00A925D8" w:rsidRPr="00A925D8" w:rsidRDefault="00A925D8" w:rsidP="00A925D8">
      <w:pPr>
        <w:rPr>
          <w:rFonts w:cs="Arial"/>
          <w:b/>
          <w:sz w:val="24"/>
        </w:rPr>
      </w:pPr>
      <w:r>
        <w:rPr>
          <w:rFonts w:cs="Arial"/>
          <w:b/>
          <w:sz w:val="24"/>
        </w:rPr>
        <w:t>4] S</w:t>
      </w:r>
      <w:r w:rsidRPr="00A925D8">
        <w:rPr>
          <w:rFonts w:cs="Arial"/>
          <w:b/>
          <w:sz w:val="24"/>
        </w:rPr>
        <w:t xml:space="preserve">kepticism and permissibility kill our incentive to talk about the topic. They’ll say we can do both but there’s a strategic incentive to focus on skepticism because [a] you can’t turn it, [b] precludes practical questions and operates at a higher level, [c] people can just get good at practicing these arguments and recycle them from topic to topic. </w:t>
      </w:r>
      <w:r w:rsidRPr="00A925D8">
        <w:rPr>
          <w:rFonts w:ascii="Times" w:eastAsia="Times New Roman" w:hAnsi="Times"/>
          <w:color w:val="000000"/>
          <w:sz w:val="27"/>
          <w:szCs w:val="27"/>
          <w:lang w:eastAsia="zh-TW"/>
        </w:rPr>
        <w:br/>
      </w:r>
    </w:p>
    <w:p w14:paraId="2A9806F5" w14:textId="11A80580" w:rsidR="000A3CCE" w:rsidRPr="0042145F" w:rsidRDefault="008D7F87" w:rsidP="000A3CCE">
      <w:pPr>
        <w:pStyle w:val="Tag"/>
        <w:rPr>
          <w:rFonts w:cs="Arial"/>
        </w:rPr>
      </w:pPr>
      <w:r>
        <w:rPr>
          <w:rFonts w:cs="Arial"/>
        </w:rPr>
        <w:t>D] Terminal Impacts:</w:t>
      </w:r>
    </w:p>
    <w:p w14:paraId="254FA213" w14:textId="77777777" w:rsidR="000A3CCE" w:rsidRDefault="000A3CCE" w:rsidP="000A3CCE"/>
    <w:p w14:paraId="7B0967CC" w14:textId="77777777" w:rsidR="000A3CCE" w:rsidRDefault="000A3CCE" w:rsidP="000A3CCE">
      <w:pPr>
        <w:pStyle w:val="Tag"/>
      </w:pPr>
      <w:r>
        <w:t>Voting issue -- Advocacy skills is the only unique impact to debate</w:t>
      </w:r>
    </w:p>
    <w:p w14:paraId="32E00674" w14:textId="77777777" w:rsidR="000A3CCE" w:rsidRDefault="000A3CCE" w:rsidP="000A3CCE">
      <w:pPr>
        <w:pStyle w:val="Tag"/>
        <w:rPr>
          <w:rFonts w:cs="Arial"/>
        </w:rPr>
      </w:pPr>
      <w:r>
        <w:rPr>
          <w:rFonts w:cs="Arial"/>
        </w:rPr>
        <w:lastRenderedPageBreak/>
        <w:t xml:space="preserve">A] </w:t>
      </w:r>
      <w:proofErr w:type="gramStart"/>
      <w:r>
        <w:rPr>
          <w:rFonts w:cs="Arial"/>
        </w:rPr>
        <w:t>Only</w:t>
      </w:r>
      <w:proofErr w:type="gramEnd"/>
      <w:r>
        <w:rPr>
          <w:rFonts w:cs="Arial"/>
        </w:rPr>
        <w:t xml:space="preserve"> my model of debate encourages a </w:t>
      </w:r>
      <w:r>
        <w:rPr>
          <w:rFonts w:cs="Arial"/>
          <w:u w:val="single"/>
        </w:rPr>
        <w:t>unique</w:t>
      </w:r>
      <w:r>
        <w:rPr>
          <w:rFonts w:cs="Arial"/>
        </w:rPr>
        <w:t xml:space="preserve"> skillset. It teaches debaters how to make the best kind of decisions and weigh the advantages and disadvantages of taking an action. </w:t>
      </w:r>
    </w:p>
    <w:p w14:paraId="57646808" w14:textId="77777777" w:rsidR="000A3CCE" w:rsidRDefault="000A3CCE" w:rsidP="000A3CCE"/>
    <w:p w14:paraId="41F7D738" w14:textId="3F8A91AE" w:rsidR="000A3CCE" w:rsidRDefault="000A3CCE" w:rsidP="000A3CCE">
      <w:pPr>
        <w:pStyle w:val="Tag"/>
      </w:pPr>
      <w:r>
        <w:t xml:space="preserve">B] </w:t>
      </w:r>
      <w:proofErr w:type="gramStart"/>
      <w:r>
        <w:t>Promotes</w:t>
      </w:r>
      <w:proofErr w:type="gramEnd"/>
      <w:r>
        <w:t xml:space="preserve"> a portable skill that debaters will value once they leave the activity. Optimal decision</w:t>
      </w:r>
      <w:r w:rsidR="00F479B7">
        <w:t>-</w:t>
      </w:r>
      <w:r>
        <w:t xml:space="preserve">making is </w:t>
      </w:r>
      <w:r>
        <w:rPr>
          <w:u w:val="single"/>
        </w:rPr>
        <w:t>crucial</w:t>
      </w:r>
      <w:r>
        <w:t xml:space="preserve"> to becoming a good lawyer, interviewing for jobs, or even persuading people in general by knowing what are the merits and disadvantages of a particular action. This is offense b/c their model encourages bad skills outside of the activity.</w:t>
      </w:r>
    </w:p>
    <w:p w14:paraId="5C0850CA" w14:textId="77777777" w:rsidR="000A3CCE" w:rsidRDefault="000A3CCE" w:rsidP="000A3CCE"/>
    <w:p w14:paraId="4610403B" w14:textId="77777777" w:rsidR="000A3CCE" w:rsidRDefault="000A3CCE" w:rsidP="000A3CCE">
      <w:pPr>
        <w:pStyle w:val="Tag"/>
      </w:pPr>
      <w:r>
        <w:t xml:space="preserve">Also drop debater </w:t>
      </w:r>
    </w:p>
    <w:p w14:paraId="787CF205" w14:textId="77777777" w:rsidR="000A3CCE" w:rsidRDefault="000A3CCE" w:rsidP="000A3CCE"/>
    <w:p w14:paraId="6C5D9ACE" w14:textId="7FF12C65" w:rsidR="000A3CCE" w:rsidRDefault="008D7F87" w:rsidP="008D7F87">
      <w:pPr>
        <w:pStyle w:val="Tag"/>
        <w:rPr>
          <w:rStyle w:val="UnderlineBold"/>
          <w:rFonts w:cs="Arial"/>
          <w:b/>
          <w:sz w:val="24"/>
          <w:u w:val="none"/>
        </w:rPr>
      </w:pPr>
      <w:r>
        <w:rPr>
          <w:rStyle w:val="UnderlineBold"/>
          <w:rFonts w:cs="Arial"/>
          <w:b/>
          <w:sz w:val="24"/>
        </w:rPr>
        <w:t xml:space="preserve">1] </w:t>
      </w:r>
      <w:r w:rsidR="000A3CCE">
        <w:rPr>
          <w:rStyle w:val="UnderlineBold"/>
          <w:rFonts w:cs="Arial"/>
          <w:b/>
          <w:sz w:val="24"/>
        </w:rPr>
        <w:t>Precedent</w:t>
      </w:r>
      <w:r w:rsidR="000A3CCE" w:rsidRPr="001D64F2">
        <w:rPr>
          <w:rStyle w:val="UnderlineBold"/>
          <w:rFonts w:cs="Arial"/>
          <w:b/>
          <w:sz w:val="24"/>
        </w:rPr>
        <w:t xml:space="preserve"> </w:t>
      </w:r>
      <w:r w:rsidR="000A3CCE" w:rsidRPr="001D64F2">
        <w:rPr>
          <w:rStyle w:val="UnderlineBold"/>
          <w:rFonts w:cs="Arial"/>
          <w:b/>
          <w:sz w:val="24"/>
          <w:u w:val="none"/>
        </w:rPr>
        <w:t xml:space="preserve">- Voting for me sets a precedent in favor of a positive model of debate that people will then emulate because they don’t want to lose rounds. Wins and losses determine the direction of the activity- </w:t>
      </w:r>
      <w:r w:rsidR="00901617">
        <w:rPr>
          <w:rStyle w:val="UnderlineBold"/>
          <w:rFonts w:cs="Arial"/>
          <w:b/>
          <w:sz w:val="24"/>
          <w:u w:val="none"/>
        </w:rPr>
        <w:t xml:space="preserve">this is especially true since this is the TOC and the stakes are so high. </w:t>
      </w:r>
    </w:p>
    <w:p w14:paraId="5E08CDBD" w14:textId="77A60637" w:rsidR="000A3CCE" w:rsidRDefault="008D7F87" w:rsidP="008D7F87">
      <w:pPr>
        <w:pStyle w:val="Tag"/>
        <w:rPr>
          <w:rStyle w:val="UnderlineBold"/>
          <w:rFonts w:cs="Arial"/>
          <w:b/>
          <w:sz w:val="24"/>
          <w:u w:val="none"/>
        </w:rPr>
      </w:pPr>
      <w:r>
        <w:rPr>
          <w:rStyle w:val="UnderlineBold"/>
          <w:rFonts w:cs="Arial"/>
          <w:b/>
          <w:sz w:val="24"/>
        </w:rPr>
        <w:t xml:space="preserve">2] </w:t>
      </w:r>
      <w:r w:rsidR="000A3CCE" w:rsidRPr="001D64F2">
        <w:rPr>
          <w:rStyle w:val="UnderlineBold"/>
          <w:rFonts w:cs="Arial"/>
          <w:b/>
          <w:sz w:val="24"/>
        </w:rPr>
        <w:t>Role of the ballot</w:t>
      </w:r>
      <w:r w:rsidR="000A3CCE" w:rsidRPr="001D64F2">
        <w:rPr>
          <w:rStyle w:val="UnderlineBold"/>
          <w:rFonts w:cs="Arial"/>
          <w:b/>
          <w:sz w:val="24"/>
          <w:u w:val="none"/>
        </w:rPr>
        <w:t xml:space="preserve">- the ballot functions as a mechanism to indicate the best advocacy you endorse in the round, i.e. if the </w:t>
      </w:r>
      <w:proofErr w:type="spellStart"/>
      <w:r w:rsidR="000A3CCE" w:rsidRPr="001D64F2">
        <w:rPr>
          <w:rStyle w:val="UnderlineBold"/>
          <w:rFonts w:cs="Arial"/>
          <w:b/>
          <w:sz w:val="24"/>
          <w:u w:val="none"/>
        </w:rPr>
        <w:t>aff</w:t>
      </w:r>
      <w:proofErr w:type="spellEnd"/>
      <w:r w:rsidR="000A3CCE" w:rsidRPr="001D64F2">
        <w:rPr>
          <w:rStyle w:val="UnderlineBold"/>
          <w:rFonts w:cs="Arial"/>
          <w:b/>
          <w:sz w:val="24"/>
          <w:u w:val="none"/>
        </w:rPr>
        <w:t xml:space="preserve"> read a good plan you would endorse that regardless of whether it caused an out-of-round impact. I am winning a superior model of debate. The negative precludes that. You endorse the best model with your ballot so you should vote for me. </w:t>
      </w:r>
    </w:p>
    <w:p w14:paraId="6173BC68" w14:textId="7ECF62D6" w:rsidR="000A3CCE" w:rsidRDefault="008D7F87" w:rsidP="000A3CCE">
      <w:r>
        <w:rPr>
          <w:rStyle w:val="UnderlineBold"/>
          <w:rFonts w:cs="Arial"/>
          <w:sz w:val="24"/>
        </w:rPr>
        <w:t xml:space="preserve">3] </w:t>
      </w:r>
      <w:r w:rsidR="000A3CCE" w:rsidRPr="001D64F2">
        <w:rPr>
          <w:rStyle w:val="UnderlineBold"/>
          <w:rFonts w:cs="Arial"/>
          <w:sz w:val="24"/>
        </w:rPr>
        <w:t xml:space="preserve">Role of the judge </w:t>
      </w:r>
      <w:r w:rsidR="000A3CCE" w:rsidRPr="001D64F2">
        <w:rPr>
          <w:rStyle w:val="UnderlineBold"/>
          <w:rFonts w:cs="Arial"/>
          <w:sz w:val="24"/>
          <w:u w:val="none"/>
        </w:rPr>
        <w:t>– you as an educational critic have an obligation to endorse norms that make debate better as an activity</w:t>
      </w:r>
    </w:p>
    <w:p w14:paraId="300FC1C4" w14:textId="77777777" w:rsidR="000A3CCE" w:rsidRDefault="000A3CCE" w:rsidP="000A3CCE"/>
    <w:p w14:paraId="678949D4" w14:textId="0C645029" w:rsidR="000A3CCE" w:rsidRDefault="000A3CCE" w:rsidP="000A3CCE">
      <w:pPr>
        <w:pStyle w:val="Tag"/>
      </w:pPr>
      <w:r>
        <w:t xml:space="preserve">And, competing </w:t>
      </w:r>
      <w:proofErr w:type="spellStart"/>
      <w:r>
        <w:t>interps</w:t>
      </w:r>
      <w:proofErr w:type="spellEnd"/>
      <w:r>
        <w:t xml:space="preserve"> </w:t>
      </w:r>
      <w:r w:rsidR="00F479B7">
        <w:t>comes first. R</w:t>
      </w:r>
      <w:r>
        <w:t>easonability is bad a] invites judge intervention b] collapses into competing interpretations b/c you debate over a reasonable bright</w:t>
      </w:r>
      <w:r w:rsidR="00F479B7">
        <w:t>-</w:t>
      </w:r>
      <w:r>
        <w:t>line c] infinitely regressive --- b/c debaters will keep doing more abusive things and extend the bright line to be reasonable.</w:t>
      </w:r>
    </w:p>
    <w:p w14:paraId="20C6935E" w14:textId="77777777" w:rsidR="00A925D8" w:rsidRDefault="00A925D8" w:rsidP="00A925D8"/>
    <w:p w14:paraId="68CFFF02" w14:textId="77777777" w:rsidR="008D7F87" w:rsidRDefault="008D7F87" w:rsidP="008D7F87"/>
    <w:p w14:paraId="0291DE23" w14:textId="77777777" w:rsidR="008D7F87" w:rsidRDefault="008D7F87" w:rsidP="008D7F87">
      <w:pPr>
        <w:pStyle w:val="Heading1"/>
      </w:pPr>
      <w:r w:rsidRPr="003946CE">
        <w:lastRenderedPageBreak/>
        <w:t>Frontlines</w:t>
      </w:r>
    </w:p>
    <w:p w14:paraId="3103A96D" w14:textId="77777777" w:rsidR="008D7F87" w:rsidRDefault="008D7F87" w:rsidP="008D7F87"/>
    <w:p w14:paraId="748783BA" w14:textId="77777777" w:rsidR="008D7F87" w:rsidRPr="003946CE" w:rsidRDefault="008D7F87" w:rsidP="008D7F87">
      <w:pPr>
        <w:pStyle w:val="Tag"/>
        <w:rPr>
          <w:rFonts w:cs="Arial"/>
        </w:rPr>
      </w:pPr>
      <w:r>
        <w:rPr>
          <w:rFonts w:cs="Arial"/>
        </w:rPr>
        <w:t>A2 I Need Philosophy Ground</w:t>
      </w:r>
    </w:p>
    <w:p w14:paraId="0DD57235" w14:textId="77777777" w:rsidR="008D7F87" w:rsidRDefault="008D7F87" w:rsidP="008D7F87"/>
    <w:p w14:paraId="508B03A4" w14:textId="77777777" w:rsidR="008D7F87" w:rsidRDefault="008D7F87" w:rsidP="008D7F87">
      <w:pPr>
        <w:pStyle w:val="Tag"/>
        <w:numPr>
          <w:ilvl w:val="0"/>
          <w:numId w:val="4"/>
        </w:numPr>
        <w:rPr>
          <w:rFonts w:cs="Arial"/>
        </w:rPr>
      </w:pPr>
      <w:r w:rsidRPr="003946CE">
        <w:rPr>
          <w:rFonts w:cs="Arial"/>
        </w:rPr>
        <w:t>You can still run deontology as your standard, but you shouldn’t assume your standard is the only thing that matters.</w:t>
      </w:r>
      <w:r>
        <w:rPr>
          <w:rFonts w:cs="Arial"/>
        </w:rPr>
        <w:t xml:space="preserve"> It’s just an </w:t>
      </w:r>
      <w:proofErr w:type="spellStart"/>
      <w:r>
        <w:rPr>
          <w:rFonts w:cs="Arial"/>
        </w:rPr>
        <w:t>idiosyncracy</w:t>
      </w:r>
      <w:proofErr w:type="spellEnd"/>
      <w:r>
        <w:rPr>
          <w:rFonts w:cs="Arial"/>
        </w:rPr>
        <w:t xml:space="preserve"> of LD that people assume that the value criterion encapsulates everything that matters. So rightful honor matters, but so does increasing or decreasing violence. </w:t>
      </w:r>
    </w:p>
    <w:p w14:paraId="001780C0" w14:textId="77777777" w:rsidR="008D7F87" w:rsidRDefault="008D7F87" w:rsidP="008D7F87"/>
    <w:p w14:paraId="20B2F4E2" w14:textId="77777777" w:rsidR="008D7F87" w:rsidRDefault="008D7F87" w:rsidP="008D7F87">
      <w:pPr>
        <w:pStyle w:val="Tag"/>
        <w:rPr>
          <w:rFonts w:cs="Arial"/>
        </w:rPr>
      </w:pPr>
      <w:r w:rsidRPr="003946CE">
        <w:rPr>
          <w:rFonts w:cs="Arial"/>
        </w:rPr>
        <w:t>Philosophical education</w:t>
      </w:r>
    </w:p>
    <w:p w14:paraId="0C693F3F" w14:textId="77777777" w:rsidR="008D7F87" w:rsidRDefault="008D7F87" w:rsidP="008D7F87"/>
    <w:p w14:paraId="3CAC1D64" w14:textId="77777777" w:rsidR="008D7F87" w:rsidRDefault="008D7F87" w:rsidP="008D7F87">
      <w:pPr>
        <w:pStyle w:val="Tag"/>
        <w:numPr>
          <w:ilvl w:val="0"/>
          <w:numId w:val="4"/>
        </w:numPr>
        <w:rPr>
          <w:rFonts w:cs="Arial"/>
        </w:rPr>
      </w:pPr>
      <w:r w:rsidRPr="0023547D">
        <w:rPr>
          <w:rFonts w:cs="Arial"/>
          <w:u w:val="single"/>
        </w:rPr>
        <w:t>Non-unique</w:t>
      </w:r>
      <w:r w:rsidRPr="0023547D">
        <w:rPr>
          <w:rFonts w:cs="Arial"/>
        </w:rPr>
        <w:t xml:space="preserve">- if you want philosophy education than you should go read a book. Debate is unique because the adversarial format forces us to </w:t>
      </w:r>
      <w:r>
        <w:rPr>
          <w:rFonts w:cs="Arial"/>
        </w:rPr>
        <w:t xml:space="preserve">defend the best policy option- we can’t possibly resolve the 2000 year old question of what the best ethical framework is in 45 minutes- your model of debate leads to shallow debates where debaters come up with bad analytics to handle ethical theories they don’t fully understand. Everyone knows that framework debates in LD are usually </w:t>
      </w:r>
      <w:proofErr w:type="spellStart"/>
      <w:r>
        <w:rPr>
          <w:rFonts w:cs="Arial"/>
        </w:rPr>
        <w:t>blippy</w:t>
      </w:r>
      <w:proofErr w:type="spellEnd"/>
      <w:r>
        <w:rPr>
          <w:rFonts w:cs="Arial"/>
        </w:rPr>
        <w:t xml:space="preserve"> and hard to resolve.</w:t>
      </w:r>
    </w:p>
    <w:p w14:paraId="1B9DF7D4" w14:textId="77777777" w:rsidR="008D7F87" w:rsidRDefault="008D7F87" w:rsidP="008D7F87">
      <w:pPr>
        <w:pStyle w:val="Tag"/>
        <w:numPr>
          <w:ilvl w:val="0"/>
          <w:numId w:val="4"/>
        </w:numPr>
        <w:rPr>
          <w:rFonts w:cs="Arial"/>
        </w:rPr>
      </w:pPr>
      <w:r w:rsidRPr="0023547D">
        <w:rPr>
          <w:rFonts w:cs="Arial"/>
        </w:rPr>
        <w:t xml:space="preserve">You have four years or more study philosophy and debate it with people who are actually qualified to talk about it in college, but you only have high school debate to become an effective leader for change, to enact social movements, </w:t>
      </w:r>
      <w:r>
        <w:rPr>
          <w:rFonts w:cs="Arial"/>
        </w:rPr>
        <w:t xml:space="preserve">and </w:t>
      </w:r>
      <w:r w:rsidRPr="0023547D">
        <w:rPr>
          <w:rFonts w:cs="Arial"/>
        </w:rPr>
        <w:t>to become a good citizen</w:t>
      </w:r>
      <w:r>
        <w:rPr>
          <w:rFonts w:cs="Arial"/>
        </w:rPr>
        <w:t xml:space="preserve">. </w:t>
      </w:r>
    </w:p>
    <w:p w14:paraId="0E76E73E" w14:textId="163943FA" w:rsidR="008D7F87" w:rsidRPr="008D7F87" w:rsidRDefault="008D7F87" w:rsidP="008D7F87">
      <w:pPr>
        <w:pStyle w:val="Tag"/>
        <w:numPr>
          <w:ilvl w:val="0"/>
          <w:numId w:val="4"/>
        </w:numPr>
        <w:rPr>
          <w:rFonts w:cs="Arial"/>
        </w:rPr>
      </w:pPr>
      <w:r w:rsidRPr="008D7F87">
        <w:rPr>
          <w:rFonts w:cs="Arial"/>
        </w:rPr>
        <w:t>My argument functions as an impact turn to your argument- proves that you endorse a bad model of learning about philosophy when you say we no longer care about pressing real-world issues.</w:t>
      </w:r>
    </w:p>
    <w:sectPr w:rsidR="008D7F87" w:rsidRPr="008D7F87" w:rsidSect="00853C87">
      <w:headerReference w:type="default" r:id="rId9"/>
      <w:footerReference w:type="default" r:id="rId10"/>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045DC" w14:textId="77777777" w:rsidR="00AA46C4" w:rsidRDefault="00AA46C4" w:rsidP="00261634">
      <w:r>
        <w:separator/>
      </w:r>
    </w:p>
  </w:endnote>
  <w:endnote w:type="continuationSeparator" w:id="0">
    <w:p w14:paraId="5EC2DD02" w14:textId="77777777" w:rsidR="00AA46C4" w:rsidRDefault="00AA46C4" w:rsidP="00261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新細明體">
    <w:charset w:val="51"/>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Batang">
    <w:altName w:val="바탕"/>
    <w:panose1 w:val="00000000000000000000"/>
    <w:charset w:val="81"/>
    <w:family w:val="auto"/>
    <w:notTrueType/>
    <w:pitch w:val="fixed"/>
    <w:sig w:usb0="00000001" w:usb1="09060000" w:usb2="00000010" w:usb3="00000000" w:csb0="00080000" w:csb1="00000000"/>
  </w:font>
  <w:font w:name="AKDPE C+ Utopi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6C259" w14:textId="77777777" w:rsidR="00AA46C4" w:rsidRPr="00B07AD6" w:rsidRDefault="00AA46C4" w:rsidP="00B07AD6">
    <w:pPr>
      <w:rPr>
        <w:rFonts w:ascii="Times" w:eastAsia="Times New Roman" w:hAnsi="Times"/>
        <w:szCs w:val="20"/>
      </w:rPr>
    </w:pPr>
  </w:p>
  <w:p w14:paraId="15AAA813" w14:textId="77777777" w:rsidR="00AA46C4" w:rsidRPr="000C35A0" w:rsidRDefault="00AA46C4" w:rsidP="00B07AD6">
    <w:pPr>
      <w:pStyle w:val="Footer"/>
      <w:ind w:left="-810"/>
      <w:jc w:val="right"/>
      <w:rPr>
        <w:b/>
        <w:sz w:val="24"/>
        <w:szCs w:val="24"/>
      </w:rPr>
    </w:pPr>
    <w:r>
      <w:rPr>
        <w:rFonts w:ascii="Times" w:eastAsia="Times New Roman" w:hAnsi="Times"/>
        <w:noProof/>
        <w:szCs w:val="20"/>
      </w:rPr>
      <w:drawing>
        <wp:inline distT="0" distB="0" distL="0" distR="0" wp14:anchorId="0D6028C9" wp14:editId="3D09624A">
          <wp:extent cx="544830" cy="660400"/>
          <wp:effectExtent l="0" t="0" r="0" b="0"/>
          <wp:docPr id="1" name="Picture 1" descr="http://profile.ak.fbcdn.net/hprofile-ak-ash2/71038_136131987579_7179043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ofile.ak.fbcdn.net/hprofile-ak-ash2/71038_136131987579_7179043_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5085" cy="660709"/>
                  </a:xfrm>
                  <a:prstGeom prst="rect">
                    <a:avLst/>
                  </a:prstGeom>
                  <a:noFill/>
                  <a:ln>
                    <a:noFill/>
                  </a:ln>
                </pic:spPr>
              </pic:pic>
            </a:graphicData>
          </a:graphic>
        </wp:inline>
      </w:drawing>
    </w:r>
    <w:r>
      <w:rPr>
        <w:b/>
        <w:sz w:val="24"/>
        <w:szCs w:val="24"/>
      </w:rPr>
      <w:tab/>
    </w:r>
    <w:r>
      <w:rPr>
        <w:b/>
        <w:sz w:val="24"/>
        <w:szCs w:val="24"/>
      </w:rPr>
      <w:tab/>
    </w:r>
    <w:r>
      <w:rPr>
        <w:b/>
        <w:sz w:val="24"/>
        <w:szCs w:val="24"/>
      </w:rPr>
      <w:tab/>
    </w:r>
    <w:r w:rsidRPr="000C35A0">
      <w:rPr>
        <w:b/>
        <w:sz w:val="24"/>
        <w:szCs w:val="24"/>
      </w:rPr>
      <w:fldChar w:fldCharType="begin"/>
    </w:r>
    <w:r w:rsidRPr="000C35A0">
      <w:rPr>
        <w:b/>
        <w:sz w:val="24"/>
        <w:szCs w:val="24"/>
      </w:rPr>
      <w:instrText xml:space="preserve"> PAGE   \* MERGEFORMAT </w:instrText>
    </w:r>
    <w:r w:rsidRPr="000C35A0">
      <w:rPr>
        <w:b/>
        <w:sz w:val="24"/>
        <w:szCs w:val="24"/>
      </w:rPr>
      <w:fldChar w:fldCharType="separate"/>
    </w:r>
    <w:r w:rsidR="00BB4746">
      <w:rPr>
        <w:b/>
        <w:noProof/>
        <w:sz w:val="24"/>
        <w:szCs w:val="24"/>
      </w:rPr>
      <w:t>2</w:t>
    </w:r>
    <w:r w:rsidRPr="000C35A0">
      <w:rPr>
        <w:b/>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33D93A" w14:textId="77777777" w:rsidR="00AA46C4" w:rsidRDefault="00AA46C4" w:rsidP="00261634">
      <w:r>
        <w:separator/>
      </w:r>
    </w:p>
  </w:footnote>
  <w:footnote w:type="continuationSeparator" w:id="0">
    <w:p w14:paraId="2B5BE506" w14:textId="77777777" w:rsidR="00AA46C4" w:rsidRDefault="00AA46C4" w:rsidP="002616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12D2C" w14:textId="77777777" w:rsidR="00AA46C4" w:rsidRPr="005046D3" w:rsidRDefault="00AA46C4" w:rsidP="005046D3">
    <w:pPr>
      <w:tabs>
        <w:tab w:val="right" w:pos="9360"/>
      </w:tabs>
      <w:rPr>
        <w:b/>
        <w:sz w:val="24"/>
        <w:szCs w:val="24"/>
      </w:rPr>
    </w:pPr>
    <w:r>
      <w:rPr>
        <w:b/>
        <w:sz w:val="24"/>
        <w:szCs w:val="24"/>
      </w:rPr>
      <w:t>Greenhill 2011-12</w:t>
    </w:r>
    <w:r w:rsidRPr="005046D3">
      <w:rPr>
        <w:b/>
        <w:sz w:val="24"/>
        <w:szCs w:val="24"/>
      </w:rPr>
      <w:ptab w:relativeTo="margin" w:alignment="center" w:leader="none"/>
    </w:r>
    <w:r w:rsidRPr="005046D3">
      <w:rPr>
        <w:b/>
        <w:sz w:val="24"/>
        <w:szCs w:val="24"/>
      </w:rPr>
      <w:tab/>
    </w:r>
  </w:p>
  <w:p w14:paraId="43FEB073" w14:textId="7A62FAD1" w:rsidR="00AA46C4" w:rsidRPr="00B75032" w:rsidRDefault="00AA46C4">
    <w:pPr>
      <w:rPr>
        <w:b/>
        <w:sz w:val="24"/>
        <w:szCs w:val="24"/>
      </w:rPr>
    </w:pPr>
    <w:r>
      <w:rPr>
        <w:b/>
        <w:sz w:val="24"/>
        <w:szCs w:val="24"/>
      </w:rPr>
      <w:t>Methodology K</w:t>
    </w:r>
    <w:r w:rsidRPr="005046D3">
      <w:rPr>
        <w:b/>
        <w:sz w:val="24"/>
        <w:szCs w:val="24"/>
      </w:rPr>
      <w:ptab w:relativeTo="margin" w:alignment="right" w:leader="none"/>
    </w:r>
    <w:proofErr w:type="spellStart"/>
    <w:r>
      <w:rPr>
        <w:b/>
        <w:sz w:val="24"/>
        <w:szCs w:val="24"/>
      </w:rPr>
      <w:t>Errybody</w:t>
    </w:r>
    <w:proofErr w:type="spellEnd"/>
  </w:p>
  <w:p w14:paraId="1CC3FFD9" w14:textId="77777777" w:rsidR="00AA46C4" w:rsidRPr="00B75032" w:rsidRDefault="00AA46C4">
    <w:pPr>
      <w:rPr>
        <w:b/>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967AD"/>
    <w:multiLevelType w:val="hybridMultilevel"/>
    <w:tmpl w:val="DEC0E7DE"/>
    <w:lvl w:ilvl="0" w:tplc="343416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1">
    <w:nsid w:val="11CB533A"/>
    <w:multiLevelType w:val="hybridMultilevel"/>
    <w:tmpl w:val="159A2E48"/>
    <w:lvl w:ilvl="0" w:tplc="420A0CD2">
      <w:start w:val="2"/>
      <w:numFmt w:val="bullet"/>
      <w:lvlText w:val="-"/>
      <w:lvlJc w:val="left"/>
      <w:pPr>
        <w:ind w:left="360" w:hanging="360"/>
      </w:pPr>
      <w:rPr>
        <w:rFonts w:ascii="Arial" w:eastAsia="Calibri" w:hAnsi="Aria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3A756264"/>
    <w:multiLevelType w:val="hybridMultilevel"/>
    <w:tmpl w:val="96D6011C"/>
    <w:lvl w:ilvl="0" w:tplc="1C80A6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3">
    <w:nsid w:val="3E1267EE"/>
    <w:multiLevelType w:val="hybridMultilevel"/>
    <w:tmpl w:val="40EAC5EA"/>
    <w:lvl w:ilvl="0" w:tplc="C9F8BD6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4">
    <w:nsid w:val="5D7354BC"/>
    <w:multiLevelType w:val="hybridMultilevel"/>
    <w:tmpl w:val="D0C00B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attachedTemplate r:id="rId1"/>
  <w:defaultTabStop w:val="36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8D5"/>
    <w:rsid w:val="00000B0C"/>
    <w:rsid w:val="00002D07"/>
    <w:rsid w:val="0000547E"/>
    <w:rsid w:val="00006718"/>
    <w:rsid w:val="00006CE4"/>
    <w:rsid w:val="0001173E"/>
    <w:rsid w:val="0001477F"/>
    <w:rsid w:val="00021DC8"/>
    <w:rsid w:val="00023DCB"/>
    <w:rsid w:val="00030B04"/>
    <w:rsid w:val="0003124A"/>
    <w:rsid w:val="00031583"/>
    <w:rsid w:val="00034AAD"/>
    <w:rsid w:val="0003526A"/>
    <w:rsid w:val="0003551D"/>
    <w:rsid w:val="00041A45"/>
    <w:rsid w:val="00042A8F"/>
    <w:rsid w:val="00043AD7"/>
    <w:rsid w:val="00045D43"/>
    <w:rsid w:val="000519DD"/>
    <w:rsid w:val="0005405A"/>
    <w:rsid w:val="0005542A"/>
    <w:rsid w:val="00056CB8"/>
    <w:rsid w:val="00057E14"/>
    <w:rsid w:val="00060CCB"/>
    <w:rsid w:val="0006175E"/>
    <w:rsid w:val="00061B36"/>
    <w:rsid w:val="00064013"/>
    <w:rsid w:val="00066FAF"/>
    <w:rsid w:val="000675C5"/>
    <w:rsid w:val="000677E6"/>
    <w:rsid w:val="00071344"/>
    <w:rsid w:val="000763CB"/>
    <w:rsid w:val="000764A7"/>
    <w:rsid w:val="00076946"/>
    <w:rsid w:val="000779C2"/>
    <w:rsid w:val="00081032"/>
    <w:rsid w:val="00081701"/>
    <w:rsid w:val="00081C37"/>
    <w:rsid w:val="00082B1C"/>
    <w:rsid w:val="00082BD0"/>
    <w:rsid w:val="000838D7"/>
    <w:rsid w:val="00084727"/>
    <w:rsid w:val="0008565B"/>
    <w:rsid w:val="00086806"/>
    <w:rsid w:val="0008758C"/>
    <w:rsid w:val="00087613"/>
    <w:rsid w:val="00087DA3"/>
    <w:rsid w:val="000909DA"/>
    <w:rsid w:val="000915D9"/>
    <w:rsid w:val="0009438B"/>
    <w:rsid w:val="00095F7B"/>
    <w:rsid w:val="000A0CE8"/>
    <w:rsid w:val="000A28C7"/>
    <w:rsid w:val="000A2BA6"/>
    <w:rsid w:val="000A3CCE"/>
    <w:rsid w:val="000A4EE8"/>
    <w:rsid w:val="000A61BC"/>
    <w:rsid w:val="000A6DF7"/>
    <w:rsid w:val="000A732D"/>
    <w:rsid w:val="000B2CE2"/>
    <w:rsid w:val="000B3B76"/>
    <w:rsid w:val="000B5693"/>
    <w:rsid w:val="000B58D1"/>
    <w:rsid w:val="000B6B22"/>
    <w:rsid w:val="000B7448"/>
    <w:rsid w:val="000C0D5E"/>
    <w:rsid w:val="000C1E1B"/>
    <w:rsid w:val="000C239B"/>
    <w:rsid w:val="000C35A0"/>
    <w:rsid w:val="000C3D9E"/>
    <w:rsid w:val="000C6014"/>
    <w:rsid w:val="000C7118"/>
    <w:rsid w:val="000D26F2"/>
    <w:rsid w:val="000D321F"/>
    <w:rsid w:val="000D4EDD"/>
    <w:rsid w:val="000D5258"/>
    <w:rsid w:val="000D533A"/>
    <w:rsid w:val="000D5635"/>
    <w:rsid w:val="000D78A3"/>
    <w:rsid w:val="000F147A"/>
    <w:rsid w:val="000F17C3"/>
    <w:rsid w:val="000F5051"/>
    <w:rsid w:val="000F6E34"/>
    <w:rsid w:val="000F6FCC"/>
    <w:rsid w:val="000F7681"/>
    <w:rsid w:val="0010165B"/>
    <w:rsid w:val="00101A45"/>
    <w:rsid w:val="00106FFD"/>
    <w:rsid w:val="0010737C"/>
    <w:rsid w:val="001111A7"/>
    <w:rsid w:val="00111C10"/>
    <w:rsid w:val="00112A8D"/>
    <w:rsid w:val="00113622"/>
    <w:rsid w:val="00114090"/>
    <w:rsid w:val="00114E5B"/>
    <w:rsid w:val="0011565B"/>
    <w:rsid w:val="0011706D"/>
    <w:rsid w:val="00117D96"/>
    <w:rsid w:val="0012359F"/>
    <w:rsid w:val="00123A6E"/>
    <w:rsid w:val="00123B6D"/>
    <w:rsid w:val="00123FEC"/>
    <w:rsid w:val="00125FDE"/>
    <w:rsid w:val="00127E07"/>
    <w:rsid w:val="00127F95"/>
    <w:rsid w:val="00136A57"/>
    <w:rsid w:val="00144295"/>
    <w:rsid w:val="00146F8F"/>
    <w:rsid w:val="001475CB"/>
    <w:rsid w:val="00150AC8"/>
    <w:rsid w:val="00152855"/>
    <w:rsid w:val="00153E90"/>
    <w:rsid w:val="00155D01"/>
    <w:rsid w:val="0015771D"/>
    <w:rsid w:val="001602AE"/>
    <w:rsid w:val="00161176"/>
    <w:rsid w:val="0016233D"/>
    <w:rsid w:val="00171F69"/>
    <w:rsid w:val="00172A3E"/>
    <w:rsid w:val="00172C92"/>
    <w:rsid w:val="00176425"/>
    <w:rsid w:val="00176AD9"/>
    <w:rsid w:val="0017790F"/>
    <w:rsid w:val="001779FE"/>
    <w:rsid w:val="00181461"/>
    <w:rsid w:val="00183490"/>
    <w:rsid w:val="00184F94"/>
    <w:rsid w:val="00186EB2"/>
    <w:rsid w:val="001919D5"/>
    <w:rsid w:val="00191D07"/>
    <w:rsid w:val="00191F24"/>
    <w:rsid w:val="001948E1"/>
    <w:rsid w:val="00195E13"/>
    <w:rsid w:val="00196815"/>
    <w:rsid w:val="0019768E"/>
    <w:rsid w:val="001A06FB"/>
    <w:rsid w:val="001B1370"/>
    <w:rsid w:val="001B1F5F"/>
    <w:rsid w:val="001B3BB2"/>
    <w:rsid w:val="001B427B"/>
    <w:rsid w:val="001B4A29"/>
    <w:rsid w:val="001B506A"/>
    <w:rsid w:val="001B5AB9"/>
    <w:rsid w:val="001B7974"/>
    <w:rsid w:val="001C07D7"/>
    <w:rsid w:val="001C0F88"/>
    <w:rsid w:val="001C3F29"/>
    <w:rsid w:val="001C4DFD"/>
    <w:rsid w:val="001C65A6"/>
    <w:rsid w:val="001D0BF9"/>
    <w:rsid w:val="001D269D"/>
    <w:rsid w:val="001D4EF1"/>
    <w:rsid w:val="001E25B4"/>
    <w:rsid w:val="001F1E54"/>
    <w:rsid w:val="001F3E05"/>
    <w:rsid w:val="001F3E38"/>
    <w:rsid w:val="001F74B9"/>
    <w:rsid w:val="001F7BAA"/>
    <w:rsid w:val="00200A92"/>
    <w:rsid w:val="00200B29"/>
    <w:rsid w:val="00201078"/>
    <w:rsid w:val="00202963"/>
    <w:rsid w:val="00203629"/>
    <w:rsid w:val="00207120"/>
    <w:rsid w:val="00216941"/>
    <w:rsid w:val="00216ECE"/>
    <w:rsid w:val="00221241"/>
    <w:rsid w:val="00222BE0"/>
    <w:rsid w:val="00222EDB"/>
    <w:rsid w:val="002238A6"/>
    <w:rsid w:val="00223988"/>
    <w:rsid w:val="00224B70"/>
    <w:rsid w:val="002259BD"/>
    <w:rsid w:val="00227C6E"/>
    <w:rsid w:val="00233AC7"/>
    <w:rsid w:val="0023547D"/>
    <w:rsid w:val="0023713C"/>
    <w:rsid w:val="00237DDA"/>
    <w:rsid w:val="0024216A"/>
    <w:rsid w:val="00243732"/>
    <w:rsid w:val="00243A70"/>
    <w:rsid w:val="002451EE"/>
    <w:rsid w:val="002458F0"/>
    <w:rsid w:val="0024595C"/>
    <w:rsid w:val="00247037"/>
    <w:rsid w:val="00254F8D"/>
    <w:rsid w:val="002553AA"/>
    <w:rsid w:val="002555DC"/>
    <w:rsid w:val="00257005"/>
    <w:rsid w:val="002609F9"/>
    <w:rsid w:val="00261634"/>
    <w:rsid w:val="002631B8"/>
    <w:rsid w:val="002631E7"/>
    <w:rsid w:val="00270E30"/>
    <w:rsid w:val="002719BA"/>
    <w:rsid w:val="00272924"/>
    <w:rsid w:val="00272A7F"/>
    <w:rsid w:val="00275934"/>
    <w:rsid w:val="002762A7"/>
    <w:rsid w:val="002814DB"/>
    <w:rsid w:val="0028252F"/>
    <w:rsid w:val="00283325"/>
    <w:rsid w:val="00284073"/>
    <w:rsid w:val="00286312"/>
    <w:rsid w:val="00287666"/>
    <w:rsid w:val="00287947"/>
    <w:rsid w:val="00287D9A"/>
    <w:rsid w:val="00287EC3"/>
    <w:rsid w:val="00290959"/>
    <w:rsid w:val="0029106B"/>
    <w:rsid w:val="002923D4"/>
    <w:rsid w:val="00293D1B"/>
    <w:rsid w:val="00293E6D"/>
    <w:rsid w:val="00297024"/>
    <w:rsid w:val="00297B86"/>
    <w:rsid w:val="002A09C9"/>
    <w:rsid w:val="002A1118"/>
    <w:rsid w:val="002A3591"/>
    <w:rsid w:val="002A37E8"/>
    <w:rsid w:val="002A4B2A"/>
    <w:rsid w:val="002A4E1B"/>
    <w:rsid w:val="002A6ABD"/>
    <w:rsid w:val="002B018D"/>
    <w:rsid w:val="002B0BB7"/>
    <w:rsid w:val="002B16CA"/>
    <w:rsid w:val="002B3B67"/>
    <w:rsid w:val="002B3CF8"/>
    <w:rsid w:val="002B4157"/>
    <w:rsid w:val="002B4493"/>
    <w:rsid w:val="002B49A5"/>
    <w:rsid w:val="002B5CFD"/>
    <w:rsid w:val="002B7634"/>
    <w:rsid w:val="002B7C3B"/>
    <w:rsid w:val="002C14F7"/>
    <w:rsid w:val="002C28B7"/>
    <w:rsid w:val="002C2DD1"/>
    <w:rsid w:val="002C2E51"/>
    <w:rsid w:val="002C4771"/>
    <w:rsid w:val="002C7983"/>
    <w:rsid w:val="002C7A1F"/>
    <w:rsid w:val="002D0445"/>
    <w:rsid w:val="002D2214"/>
    <w:rsid w:val="002D289A"/>
    <w:rsid w:val="002D2F12"/>
    <w:rsid w:val="002D31A6"/>
    <w:rsid w:val="002D4232"/>
    <w:rsid w:val="002D4340"/>
    <w:rsid w:val="002D567F"/>
    <w:rsid w:val="002D615F"/>
    <w:rsid w:val="002D63AB"/>
    <w:rsid w:val="002D77DC"/>
    <w:rsid w:val="002E00BA"/>
    <w:rsid w:val="002E13C0"/>
    <w:rsid w:val="002E5893"/>
    <w:rsid w:val="002E5EF7"/>
    <w:rsid w:val="002E63B0"/>
    <w:rsid w:val="002E70BE"/>
    <w:rsid w:val="002E7D22"/>
    <w:rsid w:val="002F03FF"/>
    <w:rsid w:val="002F1812"/>
    <w:rsid w:val="002F276F"/>
    <w:rsid w:val="002F330E"/>
    <w:rsid w:val="002F33AF"/>
    <w:rsid w:val="002F3420"/>
    <w:rsid w:val="002F3909"/>
    <w:rsid w:val="002F65DC"/>
    <w:rsid w:val="003048CC"/>
    <w:rsid w:val="00305446"/>
    <w:rsid w:val="00305B3B"/>
    <w:rsid w:val="00305D39"/>
    <w:rsid w:val="00306BD2"/>
    <w:rsid w:val="003070B6"/>
    <w:rsid w:val="00310037"/>
    <w:rsid w:val="003108C5"/>
    <w:rsid w:val="003111EA"/>
    <w:rsid w:val="00313734"/>
    <w:rsid w:val="00314973"/>
    <w:rsid w:val="00314A38"/>
    <w:rsid w:val="00314EC2"/>
    <w:rsid w:val="00315E6C"/>
    <w:rsid w:val="00317D41"/>
    <w:rsid w:val="00320DD1"/>
    <w:rsid w:val="003218F6"/>
    <w:rsid w:val="00323107"/>
    <w:rsid w:val="00323405"/>
    <w:rsid w:val="003237BB"/>
    <w:rsid w:val="003240B7"/>
    <w:rsid w:val="00324486"/>
    <w:rsid w:val="00324F8A"/>
    <w:rsid w:val="00332096"/>
    <w:rsid w:val="003341D4"/>
    <w:rsid w:val="003352FF"/>
    <w:rsid w:val="00336357"/>
    <w:rsid w:val="00346000"/>
    <w:rsid w:val="00351C78"/>
    <w:rsid w:val="0035569D"/>
    <w:rsid w:val="00357CF5"/>
    <w:rsid w:val="00362FD1"/>
    <w:rsid w:val="0036326B"/>
    <w:rsid w:val="0036376C"/>
    <w:rsid w:val="00364881"/>
    <w:rsid w:val="00365B06"/>
    <w:rsid w:val="003702AB"/>
    <w:rsid w:val="00371595"/>
    <w:rsid w:val="003726C2"/>
    <w:rsid w:val="00373BF9"/>
    <w:rsid w:val="00381A03"/>
    <w:rsid w:val="00381F8A"/>
    <w:rsid w:val="00384D66"/>
    <w:rsid w:val="0038652E"/>
    <w:rsid w:val="00386C01"/>
    <w:rsid w:val="00387C5C"/>
    <w:rsid w:val="00387FBB"/>
    <w:rsid w:val="00390848"/>
    <w:rsid w:val="00391D7D"/>
    <w:rsid w:val="00392572"/>
    <w:rsid w:val="003946CE"/>
    <w:rsid w:val="00394F44"/>
    <w:rsid w:val="00394FA2"/>
    <w:rsid w:val="00395AF8"/>
    <w:rsid w:val="003A0DEC"/>
    <w:rsid w:val="003A17AC"/>
    <w:rsid w:val="003A1C61"/>
    <w:rsid w:val="003A37D6"/>
    <w:rsid w:val="003A3F64"/>
    <w:rsid w:val="003A42C3"/>
    <w:rsid w:val="003A4B88"/>
    <w:rsid w:val="003A52E9"/>
    <w:rsid w:val="003A72B5"/>
    <w:rsid w:val="003A776F"/>
    <w:rsid w:val="003A7AC1"/>
    <w:rsid w:val="003B45ED"/>
    <w:rsid w:val="003B4FCA"/>
    <w:rsid w:val="003B56E4"/>
    <w:rsid w:val="003B669C"/>
    <w:rsid w:val="003C115D"/>
    <w:rsid w:val="003C2374"/>
    <w:rsid w:val="003C2C76"/>
    <w:rsid w:val="003C3ECC"/>
    <w:rsid w:val="003C450B"/>
    <w:rsid w:val="003C45F6"/>
    <w:rsid w:val="003C5869"/>
    <w:rsid w:val="003C6116"/>
    <w:rsid w:val="003D31D2"/>
    <w:rsid w:val="003D3ACB"/>
    <w:rsid w:val="003D5857"/>
    <w:rsid w:val="003D5858"/>
    <w:rsid w:val="003E5026"/>
    <w:rsid w:val="003E559F"/>
    <w:rsid w:val="003E5A9B"/>
    <w:rsid w:val="003E62D8"/>
    <w:rsid w:val="003E6F52"/>
    <w:rsid w:val="003F3115"/>
    <w:rsid w:val="003F332B"/>
    <w:rsid w:val="003F5EA6"/>
    <w:rsid w:val="003F7C76"/>
    <w:rsid w:val="00402632"/>
    <w:rsid w:val="00412215"/>
    <w:rsid w:val="00413CC3"/>
    <w:rsid w:val="004207E2"/>
    <w:rsid w:val="0042145F"/>
    <w:rsid w:val="00426716"/>
    <w:rsid w:val="004273A4"/>
    <w:rsid w:val="00427507"/>
    <w:rsid w:val="0042770D"/>
    <w:rsid w:val="004300DF"/>
    <w:rsid w:val="004305BB"/>
    <w:rsid w:val="00430F0A"/>
    <w:rsid w:val="0043192D"/>
    <w:rsid w:val="0043393F"/>
    <w:rsid w:val="00440692"/>
    <w:rsid w:val="00440AA1"/>
    <w:rsid w:val="00441418"/>
    <w:rsid w:val="004423BB"/>
    <w:rsid w:val="0044253B"/>
    <w:rsid w:val="00442BB2"/>
    <w:rsid w:val="00442EAB"/>
    <w:rsid w:val="00443408"/>
    <w:rsid w:val="004473D6"/>
    <w:rsid w:val="00447F6E"/>
    <w:rsid w:val="00451079"/>
    <w:rsid w:val="00452231"/>
    <w:rsid w:val="00453552"/>
    <w:rsid w:val="004538A5"/>
    <w:rsid w:val="00453B7B"/>
    <w:rsid w:val="00454685"/>
    <w:rsid w:val="0045671C"/>
    <w:rsid w:val="004573B0"/>
    <w:rsid w:val="004579FA"/>
    <w:rsid w:val="004645B4"/>
    <w:rsid w:val="00471134"/>
    <w:rsid w:val="00472A61"/>
    <w:rsid w:val="004732C5"/>
    <w:rsid w:val="004752F7"/>
    <w:rsid w:val="0047586E"/>
    <w:rsid w:val="0047771C"/>
    <w:rsid w:val="0047782E"/>
    <w:rsid w:val="004808D8"/>
    <w:rsid w:val="00483A62"/>
    <w:rsid w:val="00483E6D"/>
    <w:rsid w:val="004849D3"/>
    <w:rsid w:val="00485452"/>
    <w:rsid w:val="00486B76"/>
    <w:rsid w:val="00487083"/>
    <w:rsid w:val="00490D00"/>
    <w:rsid w:val="00491F8E"/>
    <w:rsid w:val="004925F3"/>
    <w:rsid w:val="00492655"/>
    <w:rsid w:val="0049297D"/>
    <w:rsid w:val="00492D28"/>
    <w:rsid w:val="00492DD6"/>
    <w:rsid w:val="00496D5B"/>
    <w:rsid w:val="0049799E"/>
    <w:rsid w:val="004A0984"/>
    <w:rsid w:val="004A1F11"/>
    <w:rsid w:val="004A3D2C"/>
    <w:rsid w:val="004A4631"/>
    <w:rsid w:val="004A59EF"/>
    <w:rsid w:val="004B03CF"/>
    <w:rsid w:val="004B1189"/>
    <w:rsid w:val="004B1321"/>
    <w:rsid w:val="004B1FDD"/>
    <w:rsid w:val="004B2BA3"/>
    <w:rsid w:val="004B4434"/>
    <w:rsid w:val="004B51E3"/>
    <w:rsid w:val="004B5BD8"/>
    <w:rsid w:val="004B6141"/>
    <w:rsid w:val="004B6F9D"/>
    <w:rsid w:val="004C2EAE"/>
    <w:rsid w:val="004C30B0"/>
    <w:rsid w:val="004C497B"/>
    <w:rsid w:val="004C4CBC"/>
    <w:rsid w:val="004D065B"/>
    <w:rsid w:val="004D12F8"/>
    <w:rsid w:val="004D352B"/>
    <w:rsid w:val="004D37A3"/>
    <w:rsid w:val="004D3B8E"/>
    <w:rsid w:val="004D6500"/>
    <w:rsid w:val="004D6A1E"/>
    <w:rsid w:val="004E11BA"/>
    <w:rsid w:val="004E1D16"/>
    <w:rsid w:val="004E1F74"/>
    <w:rsid w:val="004E386E"/>
    <w:rsid w:val="004E73A6"/>
    <w:rsid w:val="004E761C"/>
    <w:rsid w:val="004F1F58"/>
    <w:rsid w:val="004F2989"/>
    <w:rsid w:val="004F635A"/>
    <w:rsid w:val="004F6F20"/>
    <w:rsid w:val="005026B2"/>
    <w:rsid w:val="00502F45"/>
    <w:rsid w:val="005046D3"/>
    <w:rsid w:val="005063CB"/>
    <w:rsid w:val="005107FC"/>
    <w:rsid w:val="00510CEF"/>
    <w:rsid w:val="00512B1E"/>
    <w:rsid w:val="00512FD6"/>
    <w:rsid w:val="00513269"/>
    <w:rsid w:val="00517986"/>
    <w:rsid w:val="00520499"/>
    <w:rsid w:val="00524907"/>
    <w:rsid w:val="00524B3F"/>
    <w:rsid w:val="00524B89"/>
    <w:rsid w:val="005264BC"/>
    <w:rsid w:val="005279E0"/>
    <w:rsid w:val="00527B4D"/>
    <w:rsid w:val="00531C2F"/>
    <w:rsid w:val="00531C77"/>
    <w:rsid w:val="0053273A"/>
    <w:rsid w:val="00532965"/>
    <w:rsid w:val="00533111"/>
    <w:rsid w:val="00533DCF"/>
    <w:rsid w:val="00534464"/>
    <w:rsid w:val="005352FD"/>
    <w:rsid w:val="00535BF3"/>
    <w:rsid w:val="00536421"/>
    <w:rsid w:val="005366B0"/>
    <w:rsid w:val="00536886"/>
    <w:rsid w:val="00541F89"/>
    <w:rsid w:val="00546CB6"/>
    <w:rsid w:val="005505EA"/>
    <w:rsid w:val="005548C6"/>
    <w:rsid w:val="00555E3C"/>
    <w:rsid w:val="0055717F"/>
    <w:rsid w:val="00557A91"/>
    <w:rsid w:val="00557CD2"/>
    <w:rsid w:val="00561888"/>
    <w:rsid w:val="005653C3"/>
    <w:rsid w:val="00565CF7"/>
    <w:rsid w:val="005708A8"/>
    <w:rsid w:val="00572B30"/>
    <w:rsid w:val="00574279"/>
    <w:rsid w:val="00575F3F"/>
    <w:rsid w:val="005765A2"/>
    <w:rsid w:val="00576AEC"/>
    <w:rsid w:val="0057706F"/>
    <w:rsid w:val="00583228"/>
    <w:rsid w:val="005840FF"/>
    <w:rsid w:val="00586139"/>
    <w:rsid w:val="005868D0"/>
    <w:rsid w:val="00586DD1"/>
    <w:rsid w:val="005901C1"/>
    <w:rsid w:val="00591CAE"/>
    <w:rsid w:val="0059227A"/>
    <w:rsid w:val="0059537E"/>
    <w:rsid w:val="0059542A"/>
    <w:rsid w:val="0059618A"/>
    <w:rsid w:val="00597098"/>
    <w:rsid w:val="005A0615"/>
    <w:rsid w:val="005A0C5A"/>
    <w:rsid w:val="005A1949"/>
    <w:rsid w:val="005A22B1"/>
    <w:rsid w:val="005A346C"/>
    <w:rsid w:val="005A396F"/>
    <w:rsid w:val="005A4DF6"/>
    <w:rsid w:val="005A6C12"/>
    <w:rsid w:val="005A7978"/>
    <w:rsid w:val="005B038C"/>
    <w:rsid w:val="005B13ED"/>
    <w:rsid w:val="005B3619"/>
    <w:rsid w:val="005B516B"/>
    <w:rsid w:val="005C0E7F"/>
    <w:rsid w:val="005C395E"/>
    <w:rsid w:val="005C4310"/>
    <w:rsid w:val="005C4A0D"/>
    <w:rsid w:val="005C4DBE"/>
    <w:rsid w:val="005C5A25"/>
    <w:rsid w:val="005C6852"/>
    <w:rsid w:val="005D0603"/>
    <w:rsid w:val="005D1672"/>
    <w:rsid w:val="005D20E2"/>
    <w:rsid w:val="005D3506"/>
    <w:rsid w:val="005D683E"/>
    <w:rsid w:val="005E08F1"/>
    <w:rsid w:val="005E0F8D"/>
    <w:rsid w:val="005E16CD"/>
    <w:rsid w:val="005E19A8"/>
    <w:rsid w:val="005E1F29"/>
    <w:rsid w:val="005E65DE"/>
    <w:rsid w:val="005F07DE"/>
    <w:rsid w:val="005F3EF6"/>
    <w:rsid w:val="005F58FE"/>
    <w:rsid w:val="005F5B31"/>
    <w:rsid w:val="005F7C48"/>
    <w:rsid w:val="006017AC"/>
    <w:rsid w:val="00603C8E"/>
    <w:rsid w:val="006040E0"/>
    <w:rsid w:val="0060648C"/>
    <w:rsid w:val="006064BD"/>
    <w:rsid w:val="00606854"/>
    <w:rsid w:val="0060717B"/>
    <w:rsid w:val="006101A8"/>
    <w:rsid w:val="006107D9"/>
    <w:rsid w:val="006114BA"/>
    <w:rsid w:val="006126C5"/>
    <w:rsid w:val="00613F01"/>
    <w:rsid w:val="00614EAB"/>
    <w:rsid w:val="006155C0"/>
    <w:rsid w:val="0061701B"/>
    <w:rsid w:val="006219EA"/>
    <w:rsid w:val="00622E2A"/>
    <w:rsid w:val="006264C4"/>
    <w:rsid w:val="006315DD"/>
    <w:rsid w:val="00634384"/>
    <w:rsid w:val="00635115"/>
    <w:rsid w:val="006373B0"/>
    <w:rsid w:val="0064249E"/>
    <w:rsid w:val="00643544"/>
    <w:rsid w:val="00644CF3"/>
    <w:rsid w:val="006450EC"/>
    <w:rsid w:val="00647053"/>
    <w:rsid w:val="00650460"/>
    <w:rsid w:val="006507B2"/>
    <w:rsid w:val="006509E1"/>
    <w:rsid w:val="00651274"/>
    <w:rsid w:val="00651C7E"/>
    <w:rsid w:val="006537CA"/>
    <w:rsid w:val="00654AB6"/>
    <w:rsid w:val="006568AB"/>
    <w:rsid w:val="00657679"/>
    <w:rsid w:val="006606E7"/>
    <w:rsid w:val="00660F4E"/>
    <w:rsid w:val="00662437"/>
    <w:rsid w:val="00662536"/>
    <w:rsid w:val="006630BC"/>
    <w:rsid w:val="00663409"/>
    <w:rsid w:val="006671E7"/>
    <w:rsid w:val="006733C6"/>
    <w:rsid w:val="006743E6"/>
    <w:rsid w:val="00675270"/>
    <w:rsid w:val="006756D4"/>
    <w:rsid w:val="006758CE"/>
    <w:rsid w:val="0067605C"/>
    <w:rsid w:val="006761F2"/>
    <w:rsid w:val="00683F81"/>
    <w:rsid w:val="0068560D"/>
    <w:rsid w:val="0069097B"/>
    <w:rsid w:val="006918C7"/>
    <w:rsid w:val="00694395"/>
    <w:rsid w:val="00696CF0"/>
    <w:rsid w:val="006A07E8"/>
    <w:rsid w:val="006A14BC"/>
    <w:rsid w:val="006A182B"/>
    <w:rsid w:val="006A3C59"/>
    <w:rsid w:val="006A4B96"/>
    <w:rsid w:val="006A5583"/>
    <w:rsid w:val="006A64F0"/>
    <w:rsid w:val="006A6DD4"/>
    <w:rsid w:val="006B0FD9"/>
    <w:rsid w:val="006B2680"/>
    <w:rsid w:val="006B3177"/>
    <w:rsid w:val="006B3281"/>
    <w:rsid w:val="006B5681"/>
    <w:rsid w:val="006C019B"/>
    <w:rsid w:val="006C0FA7"/>
    <w:rsid w:val="006C3685"/>
    <w:rsid w:val="006C7660"/>
    <w:rsid w:val="006C773A"/>
    <w:rsid w:val="006D0B59"/>
    <w:rsid w:val="006D1212"/>
    <w:rsid w:val="006D407E"/>
    <w:rsid w:val="006D4B23"/>
    <w:rsid w:val="006E1F8E"/>
    <w:rsid w:val="006E3325"/>
    <w:rsid w:val="006E47E1"/>
    <w:rsid w:val="006E77F8"/>
    <w:rsid w:val="006E7CE1"/>
    <w:rsid w:val="006F20B0"/>
    <w:rsid w:val="006F35BD"/>
    <w:rsid w:val="006F3C3C"/>
    <w:rsid w:val="006F5A72"/>
    <w:rsid w:val="0070435B"/>
    <w:rsid w:val="00707DAE"/>
    <w:rsid w:val="007107F3"/>
    <w:rsid w:val="007108B8"/>
    <w:rsid w:val="00711FE4"/>
    <w:rsid w:val="00713311"/>
    <w:rsid w:val="00714C2E"/>
    <w:rsid w:val="00714F9D"/>
    <w:rsid w:val="007207C2"/>
    <w:rsid w:val="00720CB6"/>
    <w:rsid w:val="007246A5"/>
    <w:rsid w:val="00725279"/>
    <w:rsid w:val="00726D84"/>
    <w:rsid w:val="007277F4"/>
    <w:rsid w:val="0073096E"/>
    <w:rsid w:val="00731712"/>
    <w:rsid w:val="00732037"/>
    <w:rsid w:val="007339F8"/>
    <w:rsid w:val="00734703"/>
    <w:rsid w:val="00734FD8"/>
    <w:rsid w:val="00735B69"/>
    <w:rsid w:val="00744A34"/>
    <w:rsid w:val="00745A63"/>
    <w:rsid w:val="0075028F"/>
    <w:rsid w:val="00750804"/>
    <w:rsid w:val="007513AF"/>
    <w:rsid w:val="00751C53"/>
    <w:rsid w:val="007535E7"/>
    <w:rsid w:val="00753FC7"/>
    <w:rsid w:val="00755E27"/>
    <w:rsid w:val="0075647C"/>
    <w:rsid w:val="0075666F"/>
    <w:rsid w:val="00763B7B"/>
    <w:rsid w:val="00763E79"/>
    <w:rsid w:val="00764C4E"/>
    <w:rsid w:val="00765418"/>
    <w:rsid w:val="00765A67"/>
    <w:rsid w:val="007663C5"/>
    <w:rsid w:val="00771526"/>
    <w:rsid w:val="00774865"/>
    <w:rsid w:val="007753F9"/>
    <w:rsid w:val="00775AB7"/>
    <w:rsid w:val="00776823"/>
    <w:rsid w:val="00776E61"/>
    <w:rsid w:val="00777C55"/>
    <w:rsid w:val="00780A99"/>
    <w:rsid w:val="00781F5F"/>
    <w:rsid w:val="00783080"/>
    <w:rsid w:val="007831C7"/>
    <w:rsid w:val="00783CD2"/>
    <w:rsid w:val="00784492"/>
    <w:rsid w:val="00785188"/>
    <w:rsid w:val="007865DE"/>
    <w:rsid w:val="0078676F"/>
    <w:rsid w:val="0079123E"/>
    <w:rsid w:val="007933DB"/>
    <w:rsid w:val="00794655"/>
    <w:rsid w:val="0079481F"/>
    <w:rsid w:val="007A49EA"/>
    <w:rsid w:val="007A4BEA"/>
    <w:rsid w:val="007A76EF"/>
    <w:rsid w:val="007A77F2"/>
    <w:rsid w:val="007B12D2"/>
    <w:rsid w:val="007B226B"/>
    <w:rsid w:val="007B26DD"/>
    <w:rsid w:val="007B4715"/>
    <w:rsid w:val="007B6F90"/>
    <w:rsid w:val="007B785E"/>
    <w:rsid w:val="007B7D0C"/>
    <w:rsid w:val="007C13F0"/>
    <w:rsid w:val="007C5E06"/>
    <w:rsid w:val="007C6592"/>
    <w:rsid w:val="007C69FC"/>
    <w:rsid w:val="007C6A4B"/>
    <w:rsid w:val="007C7A18"/>
    <w:rsid w:val="007D3D48"/>
    <w:rsid w:val="007D477D"/>
    <w:rsid w:val="007D5DB4"/>
    <w:rsid w:val="007D6C50"/>
    <w:rsid w:val="007D71D6"/>
    <w:rsid w:val="007E01A7"/>
    <w:rsid w:val="007E0733"/>
    <w:rsid w:val="007E3574"/>
    <w:rsid w:val="007E3998"/>
    <w:rsid w:val="007E4B76"/>
    <w:rsid w:val="007E56BD"/>
    <w:rsid w:val="007E63B4"/>
    <w:rsid w:val="007F351F"/>
    <w:rsid w:val="007F4927"/>
    <w:rsid w:val="007F7169"/>
    <w:rsid w:val="008003AC"/>
    <w:rsid w:val="00800E0F"/>
    <w:rsid w:val="0080329E"/>
    <w:rsid w:val="008038CE"/>
    <w:rsid w:val="00807869"/>
    <w:rsid w:val="00813030"/>
    <w:rsid w:val="008138A9"/>
    <w:rsid w:val="008154B0"/>
    <w:rsid w:val="0081574E"/>
    <w:rsid w:val="00817071"/>
    <w:rsid w:val="00817DA3"/>
    <w:rsid w:val="00821179"/>
    <w:rsid w:val="00821691"/>
    <w:rsid w:val="00822655"/>
    <w:rsid w:val="00824225"/>
    <w:rsid w:val="00824FBA"/>
    <w:rsid w:val="00825632"/>
    <w:rsid w:val="00826C89"/>
    <w:rsid w:val="0082766A"/>
    <w:rsid w:val="00830B35"/>
    <w:rsid w:val="0083608A"/>
    <w:rsid w:val="00836953"/>
    <w:rsid w:val="008379E8"/>
    <w:rsid w:val="00841934"/>
    <w:rsid w:val="00841DBE"/>
    <w:rsid w:val="008426B1"/>
    <w:rsid w:val="00842FD2"/>
    <w:rsid w:val="0084426B"/>
    <w:rsid w:val="00844EEF"/>
    <w:rsid w:val="00845215"/>
    <w:rsid w:val="00846639"/>
    <w:rsid w:val="00852545"/>
    <w:rsid w:val="00853B2C"/>
    <w:rsid w:val="00853C87"/>
    <w:rsid w:val="00853F3C"/>
    <w:rsid w:val="008554AF"/>
    <w:rsid w:val="00862319"/>
    <w:rsid w:val="00863446"/>
    <w:rsid w:val="008634C9"/>
    <w:rsid w:val="00864162"/>
    <w:rsid w:val="00864389"/>
    <w:rsid w:val="008645F6"/>
    <w:rsid w:val="008663C8"/>
    <w:rsid w:val="00866A81"/>
    <w:rsid w:val="008677EE"/>
    <w:rsid w:val="0086791F"/>
    <w:rsid w:val="0087089C"/>
    <w:rsid w:val="00870A40"/>
    <w:rsid w:val="00870E2B"/>
    <w:rsid w:val="00870E38"/>
    <w:rsid w:val="00872CC5"/>
    <w:rsid w:val="008760E9"/>
    <w:rsid w:val="00876AA9"/>
    <w:rsid w:val="00880354"/>
    <w:rsid w:val="008830EC"/>
    <w:rsid w:val="00887AC6"/>
    <w:rsid w:val="008911E8"/>
    <w:rsid w:val="00891A19"/>
    <w:rsid w:val="008926DC"/>
    <w:rsid w:val="0089271D"/>
    <w:rsid w:val="00892F36"/>
    <w:rsid w:val="0089616C"/>
    <w:rsid w:val="008961AE"/>
    <w:rsid w:val="00897FB7"/>
    <w:rsid w:val="008A0B1B"/>
    <w:rsid w:val="008A4AC5"/>
    <w:rsid w:val="008A4C13"/>
    <w:rsid w:val="008A4D65"/>
    <w:rsid w:val="008A5048"/>
    <w:rsid w:val="008A685F"/>
    <w:rsid w:val="008A6E84"/>
    <w:rsid w:val="008A7B84"/>
    <w:rsid w:val="008B0A2B"/>
    <w:rsid w:val="008C01FA"/>
    <w:rsid w:val="008C25AF"/>
    <w:rsid w:val="008C2721"/>
    <w:rsid w:val="008C605E"/>
    <w:rsid w:val="008D0E95"/>
    <w:rsid w:val="008D4FAC"/>
    <w:rsid w:val="008D509F"/>
    <w:rsid w:val="008D7F87"/>
    <w:rsid w:val="008E1C41"/>
    <w:rsid w:val="008E3464"/>
    <w:rsid w:val="008E5276"/>
    <w:rsid w:val="008E5F01"/>
    <w:rsid w:val="008F2431"/>
    <w:rsid w:val="008F25E1"/>
    <w:rsid w:val="008F765F"/>
    <w:rsid w:val="0090020C"/>
    <w:rsid w:val="009014F3"/>
    <w:rsid w:val="00901617"/>
    <w:rsid w:val="00907391"/>
    <w:rsid w:val="00907BD6"/>
    <w:rsid w:val="009104E1"/>
    <w:rsid w:val="00914563"/>
    <w:rsid w:val="009155B0"/>
    <w:rsid w:val="00915ED9"/>
    <w:rsid w:val="00920A5C"/>
    <w:rsid w:val="00921663"/>
    <w:rsid w:val="009223A7"/>
    <w:rsid w:val="0092264D"/>
    <w:rsid w:val="009231E6"/>
    <w:rsid w:val="00923E52"/>
    <w:rsid w:val="00924D6E"/>
    <w:rsid w:val="00925EAC"/>
    <w:rsid w:val="00930D0C"/>
    <w:rsid w:val="00937DE7"/>
    <w:rsid w:val="00941905"/>
    <w:rsid w:val="00941E10"/>
    <w:rsid w:val="00943728"/>
    <w:rsid w:val="00943B70"/>
    <w:rsid w:val="00946BBC"/>
    <w:rsid w:val="00950667"/>
    <w:rsid w:val="00950BC9"/>
    <w:rsid w:val="00952871"/>
    <w:rsid w:val="00952945"/>
    <w:rsid w:val="00954754"/>
    <w:rsid w:val="009559B0"/>
    <w:rsid w:val="0095689A"/>
    <w:rsid w:val="00961FC6"/>
    <w:rsid w:val="00962137"/>
    <w:rsid w:val="00962F33"/>
    <w:rsid w:val="00964BBD"/>
    <w:rsid w:val="00967BB8"/>
    <w:rsid w:val="00973E85"/>
    <w:rsid w:val="0097419A"/>
    <w:rsid w:val="00983FC7"/>
    <w:rsid w:val="0098433E"/>
    <w:rsid w:val="00984987"/>
    <w:rsid w:val="00985E2B"/>
    <w:rsid w:val="009918C1"/>
    <w:rsid w:val="0099229B"/>
    <w:rsid w:val="00994858"/>
    <w:rsid w:val="009968AE"/>
    <w:rsid w:val="009977F9"/>
    <w:rsid w:val="00997851"/>
    <w:rsid w:val="0099791A"/>
    <w:rsid w:val="009A19DE"/>
    <w:rsid w:val="009A24FB"/>
    <w:rsid w:val="009A28BC"/>
    <w:rsid w:val="009A28DE"/>
    <w:rsid w:val="009A371B"/>
    <w:rsid w:val="009A7914"/>
    <w:rsid w:val="009A7B0A"/>
    <w:rsid w:val="009B10ED"/>
    <w:rsid w:val="009B4DA3"/>
    <w:rsid w:val="009B4DAA"/>
    <w:rsid w:val="009B503D"/>
    <w:rsid w:val="009B5FF9"/>
    <w:rsid w:val="009C07F6"/>
    <w:rsid w:val="009C464C"/>
    <w:rsid w:val="009C4A56"/>
    <w:rsid w:val="009C4AE3"/>
    <w:rsid w:val="009C5105"/>
    <w:rsid w:val="009C55B9"/>
    <w:rsid w:val="009C57C0"/>
    <w:rsid w:val="009C5BD2"/>
    <w:rsid w:val="009C7AD1"/>
    <w:rsid w:val="009D08D5"/>
    <w:rsid w:val="009D34EA"/>
    <w:rsid w:val="009D3C59"/>
    <w:rsid w:val="009D599D"/>
    <w:rsid w:val="009D5A56"/>
    <w:rsid w:val="009D5DB1"/>
    <w:rsid w:val="009D6228"/>
    <w:rsid w:val="009D7CC6"/>
    <w:rsid w:val="009E237A"/>
    <w:rsid w:val="009E24E4"/>
    <w:rsid w:val="009E4D8C"/>
    <w:rsid w:val="009E635A"/>
    <w:rsid w:val="009E67C1"/>
    <w:rsid w:val="009E75B8"/>
    <w:rsid w:val="009F282C"/>
    <w:rsid w:val="009F31FA"/>
    <w:rsid w:val="009F53EE"/>
    <w:rsid w:val="009F5F22"/>
    <w:rsid w:val="009F7205"/>
    <w:rsid w:val="00A00588"/>
    <w:rsid w:val="00A016FE"/>
    <w:rsid w:val="00A0221D"/>
    <w:rsid w:val="00A02545"/>
    <w:rsid w:val="00A10ADD"/>
    <w:rsid w:val="00A10EFE"/>
    <w:rsid w:val="00A11AFF"/>
    <w:rsid w:val="00A12805"/>
    <w:rsid w:val="00A135D0"/>
    <w:rsid w:val="00A20A78"/>
    <w:rsid w:val="00A22849"/>
    <w:rsid w:val="00A230E6"/>
    <w:rsid w:val="00A238F4"/>
    <w:rsid w:val="00A2423E"/>
    <w:rsid w:val="00A25CE5"/>
    <w:rsid w:val="00A2714A"/>
    <w:rsid w:val="00A305CE"/>
    <w:rsid w:val="00A30E19"/>
    <w:rsid w:val="00A33B38"/>
    <w:rsid w:val="00A35358"/>
    <w:rsid w:val="00A373C0"/>
    <w:rsid w:val="00A37439"/>
    <w:rsid w:val="00A40A65"/>
    <w:rsid w:val="00A4194D"/>
    <w:rsid w:val="00A42034"/>
    <w:rsid w:val="00A42086"/>
    <w:rsid w:val="00A431AB"/>
    <w:rsid w:val="00A4346D"/>
    <w:rsid w:val="00A4407D"/>
    <w:rsid w:val="00A4437A"/>
    <w:rsid w:val="00A44595"/>
    <w:rsid w:val="00A44831"/>
    <w:rsid w:val="00A45D1C"/>
    <w:rsid w:val="00A4683B"/>
    <w:rsid w:val="00A46B1C"/>
    <w:rsid w:val="00A47372"/>
    <w:rsid w:val="00A47430"/>
    <w:rsid w:val="00A50A88"/>
    <w:rsid w:val="00A516F9"/>
    <w:rsid w:val="00A52ABB"/>
    <w:rsid w:val="00A53133"/>
    <w:rsid w:val="00A532C1"/>
    <w:rsid w:val="00A556A4"/>
    <w:rsid w:val="00A55BBC"/>
    <w:rsid w:val="00A56D04"/>
    <w:rsid w:val="00A609CF"/>
    <w:rsid w:val="00A61A75"/>
    <w:rsid w:val="00A631F5"/>
    <w:rsid w:val="00A670D5"/>
    <w:rsid w:val="00A67A37"/>
    <w:rsid w:val="00A70064"/>
    <w:rsid w:val="00A7061B"/>
    <w:rsid w:val="00A71585"/>
    <w:rsid w:val="00A73654"/>
    <w:rsid w:val="00A81374"/>
    <w:rsid w:val="00A81775"/>
    <w:rsid w:val="00A82480"/>
    <w:rsid w:val="00A8379B"/>
    <w:rsid w:val="00A838B4"/>
    <w:rsid w:val="00A861FE"/>
    <w:rsid w:val="00A87453"/>
    <w:rsid w:val="00A87A78"/>
    <w:rsid w:val="00A925D8"/>
    <w:rsid w:val="00A92D52"/>
    <w:rsid w:val="00A92F80"/>
    <w:rsid w:val="00A93761"/>
    <w:rsid w:val="00A95A9F"/>
    <w:rsid w:val="00A95D3C"/>
    <w:rsid w:val="00A96B34"/>
    <w:rsid w:val="00A96D8F"/>
    <w:rsid w:val="00AA0391"/>
    <w:rsid w:val="00AA0983"/>
    <w:rsid w:val="00AA32C4"/>
    <w:rsid w:val="00AA3A94"/>
    <w:rsid w:val="00AA46C4"/>
    <w:rsid w:val="00AB0568"/>
    <w:rsid w:val="00AB125E"/>
    <w:rsid w:val="00AB3C1E"/>
    <w:rsid w:val="00AB4F48"/>
    <w:rsid w:val="00AB7430"/>
    <w:rsid w:val="00AC047E"/>
    <w:rsid w:val="00AC54A7"/>
    <w:rsid w:val="00AC5AE7"/>
    <w:rsid w:val="00AD3428"/>
    <w:rsid w:val="00AD5032"/>
    <w:rsid w:val="00AD5579"/>
    <w:rsid w:val="00AE0FA9"/>
    <w:rsid w:val="00AE2686"/>
    <w:rsid w:val="00AE4E67"/>
    <w:rsid w:val="00AE6349"/>
    <w:rsid w:val="00AF2243"/>
    <w:rsid w:val="00AF2483"/>
    <w:rsid w:val="00AF5E27"/>
    <w:rsid w:val="00AF64E4"/>
    <w:rsid w:val="00AF7E2F"/>
    <w:rsid w:val="00B00C97"/>
    <w:rsid w:val="00B00DED"/>
    <w:rsid w:val="00B021E8"/>
    <w:rsid w:val="00B02B72"/>
    <w:rsid w:val="00B04721"/>
    <w:rsid w:val="00B04CF9"/>
    <w:rsid w:val="00B06960"/>
    <w:rsid w:val="00B06A1E"/>
    <w:rsid w:val="00B07581"/>
    <w:rsid w:val="00B07AD6"/>
    <w:rsid w:val="00B10411"/>
    <w:rsid w:val="00B115B5"/>
    <w:rsid w:val="00B119AA"/>
    <w:rsid w:val="00B11A36"/>
    <w:rsid w:val="00B121DE"/>
    <w:rsid w:val="00B1461B"/>
    <w:rsid w:val="00B14FF5"/>
    <w:rsid w:val="00B177B0"/>
    <w:rsid w:val="00B20493"/>
    <w:rsid w:val="00B225BC"/>
    <w:rsid w:val="00B25248"/>
    <w:rsid w:val="00B25C7D"/>
    <w:rsid w:val="00B26604"/>
    <w:rsid w:val="00B30058"/>
    <w:rsid w:val="00B30C92"/>
    <w:rsid w:val="00B319AC"/>
    <w:rsid w:val="00B32DEF"/>
    <w:rsid w:val="00B344D2"/>
    <w:rsid w:val="00B355DD"/>
    <w:rsid w:val="00B360CE"/>
    <w:rsid w:val="00B40950"/>
    <w:rsid w:val="00B415A3"/>
    <w:rsid w:val="00B44BE0"/>
    <w:rsid w:val="00B451FF"/>
    <w:rsid w:val="00B474D0"/>
    <w:rsid w:val="00B508D1"/>
    <w:rsid w:val="00B51777"/>
    <w:rsid w:val="00B54DDD"/>
    <w:rsid w:val="00B55482"/>
    <w:rsid w:val="00B556B7"/>
    <w:rsid w:val="00B560FE"/>
    <w:rsid w:val="00B56412"/>
    <w:rsid w:val="00B5756D"/>
    <w:rsid w:val="00B607DA"/>
    <w:rsid w:val="00B614E1"/>
    <w:rsid w:val="00B61B2D"/>
    <w:rsid w:val="00B6251A"/>
    <w:rsid w:val="00B64933"/>
    <w:rsid w:val="00B70464"/>
    <w:rsid w:val="00B7113E"/>
    <w:rsid w:val="00B72529"/>
    <w:rsid w:val="00B73058"/>
    <w:rsid w:val="00B740BA"/>
    <w:rsid w:val="00B74F40"/>
    <w:rsid w:val="00B75032"/>
    <w:rsid w:val="00B762B9"/>
    <w:rsid w:val="00B76F12"/>
    <w:rsid w:val="00B82A9C"/>
    <w:rsid w:val="00B832D8"/>
    <w:rsid w:val="00B87CF4"/>
    <w:rsid w:val="00B90452"/>
    <w:rsid w:val="00B91B2B"/>
    <w:rsid w:val="00B93D63"/>
    <w:rsid w:val="00B97B4C"/>
    <w:rsid w:val="00BA0C6F"/>
    <w:rsid w:val="00BA21CF"/>
    <w:rsid w:val="00BA2B23"/>
    <w:rsid w:val="00BA358D"/>
    <w:rsid w:val="00BA47F2"/>
    <w:rsid w:val="00BA4BD6"/>
    <w:rsid w:val="00BA5C5F"/>
    <w:rsid w:val="00BA6EAA"/>
    <w:rsid w:val="00BB181C"/>
    <w:rsid w:val="00BB1918"/>
    <w:rsid w:val="00BB4746"/>
    <w:rsid w:val="00BB58CD"/>
    <w:rsid w:val="00BB720A"/>
    <w:rsid w:val="00BC3EE5"/>
    <w:rsid w:val="00BD014A"/>
    <w:rsid w:val="00BD0203"/>
    <w:rsid w:val="00BD0A6C"/>
    <w:rsid w:val="00BD0AF5"/>
    <w:rsid w:val="00BD0B51"/>
    <w:rsid w:val="00BD0DD6"/>
    <w:rsid w:val="00BD29A1"/>
    <w:rsid w:val="00BD2EB7"/>
    <w:rsid w:val="00BD6FD9"/>
    <w:rsid w:val="00BE04FA"/>
    <w:rsid w:val="00BE1DE9"/>
    <w:rsid w:val="00BE253D"/>
    <w:rsid w:val="00BE2B82"/>
    <w:rsid w:val="00BE36CD"/>
    <w:rsid w:val="00BE4358"/>
    <w:rsid w:val="00BE5196"/>
    <w:rsid w:val="00BE6059"/>
    <w:rsid w:val="00BE6C87"/>
    <w:rsid w:val="00BF1290"/>
    <w:rsid w:val="00BF32EE"/>
    <w:rsid w:val="00BF3DA4"/>
    <w:rsid w:val="00BF4662"/>
    <w:rsid w:val="00BF4F6D"/>
    <w:rsid w:val="00BF5191"/>
    <w:rsid w:val="00BF5C11"/>
    <w:rsid w:val="00BF7E2F"/>
    <w:rsid w:val="00C01BD0"/>
    <w:rsid w:val="00C03AFF"/>
    <w:rsid w:val="00C05280"/>
    <w:rsid w:val="00C0545D"/>
    <w:rsid w:val="00C0596E"/>
    <w:rsid w:val="00C061A7"/>
    <w:rsid w:val="00C121F8"/>
    <w:rsid w:val="00C15BBF"/>
    <w:rsid w:val="00C1609E"/>
    <w:rsid w:val="00C172BD"/>
    <w:rsid w:val="00C17379"/>
    <w:rsid w:val="00C17522"/>
    <w:rsid w:val="00C21399"/>
    <w:rsid w:val="00C2144E"/>
    <w:rsid w:val="00C2340D"/>
    <w:rsid w:val="00C24CD9"/>
    <w:rsid w:val="00C25566"/>
    <w:rsid w:val="00C279BD"/>
    <w:rsid w:val="00C3127F"/>
    <w:rsid w:val="00C3258D"/>
    <w:rsid w:val="00C35641"/>
    <w:rsid w:val="00C35984"/>
    <w:rsid w:val="00C40153"/>
    <w:rsid w:val="00C40CF0"/>
    <w:rsid w:val="00C40ED9"/>
    <w:rsid w:val="00C43D99"/>
    <w:rsid w:val="00C43F72"/>
    <w:rsid w:val="00C44A81"/>
    <w:rsid w:val="00C45B5B"/>
    <w:rsid w:val="00C4600A"/>
    <w:rsid w:val="00C50649"/>
    <w:rsid w:val="00C51A29"/>
    <w:rsid w:val="00C52C03"/>
    <w:rsid w:val="00C53BE4"/>
    <w:rsid w:val="00C54BEA"/>
    <w:rsid w:val="00C554FA"/>
    <w:rsid w:val="00C57AD0"/>
    <w:rsid w:val="00C57BB9"/>
    <w:rsid w:val="00C60D28"/>
    <w:rsid w:val="00C613F9"/>
    <w:rsid w:val="00C63015"/>
    <w:rsid w:val="00C637A7"/>
    <w:rsid w:val="00C64307"/>
    <w:rsid w:val="00C66504"/>
    <w:rsid w:val="00C674AB"/>
    <w:rsid w:val="00C67E6D"/>
    <w:rsid w:val="00C71276"/>
    <w:rsid w:val="00C71E33"/>
    <w:rsid w:val="00C74861"/>
    <w:rsid w:val="00C75340"/>
    <w:rsid w:val="00C7553B"/>
    <w:rsid w:val="00C75F9B"/>
    <w:rsid w:val="00C75FA8"/>
    <w:rsid w:val="00C7767A"/>
    <w:rsid w:val="00C803A3"/>
    <w:rsid w:val="00C825C9"/>
    <w:rsid w:val="00C82789"/>
    <w:rsid w:val="00C8386F"/>
    <w:rsid w:val="00C865E4"/>
    <w:rsid w:val="00C91A23"/>
    <w:rsid w:val="00C95162"/>
    <w:rsid w:val="00C95777"/>
    <w:rsid w:val="00C95978"/>
    <w:rsid w:val="00C95E32"/>
    <w:rsid w:val="00C96E32"/>
    <w:rsid w:val="00CA22F8"/>
    <w:rsid w:val="00CA318D"/>
    <w:rsid w:val="00CA3F5A"/>
    <w:rsid w:val="00CA4605"/>
    <w:rsid w:val="00CA698A"/>
    <w:rsid w:val="00CB2BA2"/>
    <w:rsid w:val="00CB3F5E"/>
    <w:rsid w:val="00CB5341"/>
    <w:rsid w:val="00CB5F43"/>
    <w:rsid w:val="00CB6D46"/>
    <w:rsid w:val="00CB6F0F"/>
    <w:rsid w:val="00CC2423"/>
    <w:rsid w:val="00CC2A9C"/>
    <w:rsid w:val="00CC3C6A"/>
    <w:rsid w:val="00CC40A2"/>
    <w:rsid w:val="00CC47A3"/>
    <w:rsid w:val="00CC4967"/>
    <w:rsid w:val="00CC5EC7"/>
    <w:rsid w:val="00CC668F"/>
    <w:rsid w:val="00CC6F73"/>
    <w:rsid w:val="00CD0AD9"/>
    <w:rsid w:val="00CD0DE0"/>
    <w:rsid w:val="00CD28B4"/>
    <w:rsid w:val="00CD5C8A"/>
    <w:rsid w:val="00CE1864"/>
    <w:rsid w:val="00CE2651"/>
    <w:rsid w:val="00CE380D"/>
    <w:rsid w:val="00CE584F"/>
    <w:rsid w:val="00CF01A3"/>
    <w:rsid w:val="00CF0452"/>
    <w:rsid w:val="00CF28F6"/>
    <w:rsid w:val="00CF2BD7"/>
    <w:rsid w:val="00CF43F5"/>
    <w:rsid w:val="00CF6A9D"/>
    <w:rsid w:val="00CF70B0"/>
    <w:rsid w:val="00D0083C"/>
    <w:rsid w:val="00D01968"/>
    <w:rsid w:val="00D01B9C"/>
    <w:rsid w:val="00D0217D"/>
    <w:rsid w:val="00D021ED"/>
    <w:rsid w:val="00D02642"/>
    <w:rsid w:val="00D0397E"/>
    <w:rsid w:val="00D03CB3"/>
    <w:rsid w:val="00D07039"/>
    <w:rsid w:val="00D15121"/>
    <w:rsid w:val="00D17516"/>
    <w:rsid w:val="00D1752E"/>
    <w:rsid w:val="00D22B52"/>
    <w:rsid w:val="00D25A71"/>
    <w:rsid w:val="00D25BAC"/>
    <w:rsid w:val="00D30BE1"/>
    <w:rsid w:val="00D30F26"/>
    <w:rsid w:val="00D34BE7"/>
    <w:rsid w:val="00D3779E"/>
    <w:rsid w:val="00D45335"/>
    <w:rsid w:val="00D46BC6"/>
    <w:rsid w:val="00D472C2"/>
    <w:rsid w:val="00D47E87"/>
    <w:rsid w:val="00D51958"/>
    <w:rsid w:val="00D51D4C"/>
    <w:rsid w:val="00D523F4"/>
    <w:rsid w:val="00D55BF6"/>
    <w:rsid w:val="00D5689B"/>
    <w:rsid w:val="00D60FB2"/>
    <w:rsid w:val="00D63576"/>
    <w:rsid w:val="00D63BF0"/>
    <w:rsid w:val="00D64879"/>
    <w:rsid w:val="00D64C45"/>
    <w:rsid w:val="00D65250"/>
    <w:rsid w:val="00D74AB9"/>
    <w:rsid w:val="00D756A2"/>
    <w:rsid w:val="00D76FB3"/>
    <w:rsid w:val="00D77540"/>
    <w:rsid w:val="00D807AD"/>
    <w:rsid w:val="00D810DB"/>
    <w:rsid w:val="00D822B2"/>
    <w:rsid w:val="00D83810"/>
    <w:rsid w:val="00D84F92"/>
    <w:rsid w:val="00D87F8F"/>
    <w:rsid w:val="00D907F5"/>
    <w:rsid w:val="00D912F2"/>
    <w:rsid w:val="00D91675"/>
    <w:rsid w:val="00D943DF"/>
    <w:rsid w:val="00D9452A"/>
    <w:rsid w:val="00D96BEA"/>
    <w:rsid w:val="00DA1782"/>
    <w:rsid w:val="00DA192B"/>
    <w:rsid w:val="00DA1BFB"/>
    <w:rsid w:val="00DA2735"/>
    <w:rsid w:val="00DA2A91"/>
    <w:rsid w:val="00DA351B"/>
    <w:rsid w:val="00DA387C"/>
    <w:rsid w:val="00DA4551"/>
    <w:rsid w:val="00DA6CE9"/>
    <w:rsid w:val="00DA7058"/>
    <w:rsid w:val="00DA74A2"/>
    <w:rsid w:val="00DA76B9"/>
    <w:rsid w:val="00DA7FBC"/>
    <w:rsid w:val="00DB0A62"/>
    <w:rsid w:val="00DB2C50"/>
    <w:rsid w:val="00DB3DC9"/>
    <w:rsid w:val="00DB47FA"/>
    <w:rsid w:val="00DB7955"/>
    <w:rsid w:val="00DC01FD"/>
    <w:rsid w:val="00DC0D54"/>
    <w:rsid w:val="00DC3855"/>
    <w:rsid w:val="00DC6882"/>
    <w:rsid w:val="00DC6A4A"/>
    <w:rsid w:val="00DD5888"/>
    <w:rsid w:val="00DD6067"/>
    <w:rsid w:val="00DD63DC"/>
    <w:rsid w:val="00DE29E8"/>
    <w:rsid w:val="00DE355C"/>
    <w:rsid w:val="00DE36F8"/>
    <w:rsid w:val="00DE4651"/>
    <w:rsid w:val="00DE4FEC"/>
    <w:rsid w:val="00DE61F0"/>
    <w:rsid w:val="00DE725C"/>
    <w:rsid w:val="00DE76D9"/>
    <w:rsid w:val="00DF03B9"/>
    <w:rsid w:val="00DF1C60"/>
    <w:rsid w:val="00DF2CF2"/>
    <w:rsid w:val="00DF32B9"/>
    <w:rsid w:val="00DF5547"/>
    <w:rsid w:val="00DF6BFC"/>
    <w:rsid w:val="00DF7D5F"/>
    <w:rsid w:val="00E00A24"/>
    <w:rsid w:val="00E02567"/>
    <w:rsid w:val="00E027AB"/>
    <w:rsid w:val="00E03DB0"/>
    <w:rsid w:val="00E10DFC"/>
    <w:rsid w:val="00E120FF"/>
    <w:rsid w:val="00E123CD"/>
    <w:rsid w:val="00E13C3F"/>
    <w:rsid w:val="00E173FB"/>
    <w:rsid w:val="00E208BB"/>
    <w:rsid w:val="00E2196C"/>
    <w:rsid w:val="00E22A75"/>
    <w:rsid w:val="00E233D2"/>
    <w:rsid w:val="00E25020"/>
    <w:rsid w:val="00E2651D"/>
    <w:rsid w:val="00E27E21"/>
    <w:rsid w:val="00E31CEF"/>
    <w:rsid w:val="00E3216F"/>
    <w:rsid w:val="00E33B20"/>
    <w:rsid w:val="00E345F1"/>
    <w:rsid w:val="00E35A4F"/>
    <w:rsid w:val="00E35D78"/>
    <w:rsid w:val="00E37C61"/>
    <w:rsid w:val="00E4139E"/>
    <w:rsid w:val="00E41F2C"/>
    <w:rsid w:val="00E464B3"/>
    <w:rsid w:val="00E50046"/>
    <w:rsid w:val="00E50717"/>
    <w:rsid w:val="00E50A4E"/>
    <w:rsid w:val="00E51FC6"/>
    <w:rsid w:val="00E54B40"/>
    <w:rsid w:val="00E55F78"/>
    <w:rsid w:val="00E56E41"/>
    <w:rsid w:val="00E627CF"/>
    <w:rsid w:val="00E63103"/>
    <w:rsid w:val="00E641F2"/>
    <w:rsid w:val="00E641F7"/>
    <w:rsid w:val="00E6466D"/>
    <w:rsid w:val="00E64AFE"/>
    <w:rsid w:val="00E66B48"/>
    <w:rsid w:val="00E70BE3"/>
    <w:rsid w:val="00E71173"/>
    <w:rsid w:val="00E7139C"/>
    <w:rsid w:val="00E823B4"/>
    <w:rsid w:val="00E8289A"/>
    <w:rsid w:val="00E84A47"/>
    <w:rsid w:val="00E84AB1"/>
    <w:rsid w:val="00E86079"/>
    <w:rsid w:val="00E91499"/>
    <w:rsid w:val="00E91BDC"/>
    <w:rsid w:val="00E9203A"/>
    <w:rsid w:val="00E94352"/>
    <w:rsid w:val="00E96019"/>
    <w:rsid w:val="00EA02FA"/>
    <w:rsid w:val="00EA0594"/>
    <w:rsid w:val="00EA075F"/>
    <w:rsid w:val="00EA1ECD"/>
    <w:rsid w:val="00EA4704"/>
    <w:rsid w:val="00EA5D9C"/>
    <w:rsid w:val="00EA75A3"/>
    <w:rsid w:val="00EA7C4D"/>
    <w:rsid w:val="00EA7E46"/>
    <w:rsid w:val="00EB0156"/>
    <w:rsid w:val="00EB0FC0"/>
    <w:rsid w:val="00EB101F"/>
    <w:rsid w:val="00EB25D2"/>
    <w:rsid w:val="00EB4933"/>
    <w:rsid w:val="00EB6123"/>
    <w:rsid w:val="00EC0E5C"/>
    <w:rsid w:val="00EC290A"/>
    <w:rsid w:val="00EC39A3"/>
    <w:rsid w:val="00EC4389"/>
    <w:rsid w:val="00EC59C6"/>
    <w:rsid w:val="00EC6933"/>
    <w:rsid w:val="00ED051B"/>
    <w:rsid w:val="00ED1903"/>
    <w:rsid w:val="00ED3782"/>
    <w:rsid w:val="00ED4960"/>
    <w:rsid w:val="00ED4B6C"/>
    <w:rsid w:val="00ED71A0"/>
    <w:rsid w:val="00EE002A"/>
    <w:rsid w:val="00EE0421"/>
    <w:rsid w:val="00EE2E1A"/>
    <w:rsid w:val="00EE3497"/>
    <w:rsid w:val="00EE7C73"/>
    <w:rsid w:val="00EE7FCA"/>
    <w:rsid w:val="00EF0B29"/>
    <w:rsid w:val="00EF35FF"/>
    <w:rsid w:val="00EF3E99"/>
    <w:rsid w:val="00EF424B"/>
    <w:rsid w:val="00EF4F9E"/>
    <w:rsid w:val="00EF5247"/>
    <w:rsid w:val="00EF56A7"/>
    <w:rsid w:val="00EF6A6A"/>
    <w:rsid w:val="00F00067"/>
    <w:rsid w:val="00F00112"/>
    <w:rsid w:val="00F017CA"/>
    <w:rsid w:val="00F0291B"/>
    <w:rsid w:val="00F0692E"/>
    <w:rsid w:val="00F10690"/>
    <w:rsid w:val="00F115C6"/>
    <w:rsid w:val="00F14857"/>
    <w:rsid w:val="00F15D33"/>
    <w:rsid w:val="00F16191"/>
    <w:rsid w:val="00F16462"/>
    <w:rsid w:val="00F17476"/>
    <w:rsid w:val="00F2075C"/>
    <w:rsid w:val="00F2276D"/>
    <w:rsid w:val="00F2326D"/>
    <w:rsid w:val="00F24469"/>
    <w:rsid w:val="00F25895"/>
    <w:rsid w:val="00F2651A"/>
    <w:rsid w:val="00F269FB"/>
    <w:rsid w:val="00F30737"/>
    <w:rsid w:val="00F33233"/>
    <w:rsid w:val="00F34984"/>
    <w:rsid w:val="00F35E75"/>
    <w:rsid w:val="00F40D1F"/>
    <w:rsid w:val="00F45D33"/>
    <w:rsid w:val="00F4630C"/>
    <w:rsid w:val="00F46CBA"/>
    <w:rsid w:val="00F474BE"/>
    <w:rsid w:val="00F479B7"/>
    <w:rsid w:val="00F511F3"/>
    <w:rsid w:val="00F5143C"/>
    <w:rsid w:val="00F524CF"/>
    <w:rsid w:val="00F5258D"/>
    <w:rsid w:val="00F53686"/>
    <w:rsid w:val="00F54000"/>
    <w:rsid w:val="00F54F36"/>
    <w:rsid w:val="00F569F2"/>
    <w:rsid w:val="00F6097B"/>
    <w:rsid w:val="00F626A8"/>
    <w:rsid w:val="00F630B3"/>
    <w:rsid w:val="00F63617"/>
    <w:rsid w:val="00F65A04"/>
    <w:rsid w:val="00F70AA3"/>
    <w:rsid w:val="00F71ADA"/>
    <w:rsid w:val="00F75B2F"/>
    <w:rsid w:val="00F75D2F"/>
    <w:rsid w:val="00F76826"/>
    <w:rsid w:val="00F80218"/>
    <w:rsid w:val="00F809AF"/>
    <w:rsid w:val="00F816A5"/>
    <w:rsid w:val="00F82362"/>
    <w:rsid w:val="00F82FAD"/>
    <w:rsid w:val="00F83490"/>
    <w:rsid w:val="00F84508"/>
    <w:rsid w:val="00F86A26"/>
    <w:rsid w:val="00F90423"/>
    <w:rsid w:val="00F90B83"/>
    <w:rsid w:val="00F913B0"/>
    <w:rsid w:val="00F91782"/>
    <w:rsid w:val="00F926F5"/>
    <w:rsid w:val="00F9271D"/>
    <w:rsid w:val="00F95043"/>
    <w:rsid w:val="00F95605"/>
    <w:rsid w:val="00F965CD"/>
    <w:rsid w:val="00F972E5"/>
    <w:rsid w:val="00FA0E2C"/>
    <w:rsid w:val="00FA2162"/>
    <w:rsid w:val="00FA29E4"/>
    <w:rsid w:val="00FA3D7F"/>
    <w:rsid w:val="00FA54C7"/>
    <w:rsid w:val="00FA6412"/>
    <w:rsid w:val="00FA65D8"/>
    <w:rsid w:val="00FB22ED"/>
    <w:rsid w:val="00FB2A12"/>
    <w:rsid w:val="00FB2A24"/>
    <w:rsid w:val="00FB2BEC"/>
    <w:rsid w:val="00FB2EB0"/>
    <w:rsid w:val="00FB2EC0"/>
    <w:rsid w:val="00FB3997"/>
    <w:rsid w:val="00FB71B3"/>
    <w:rsid w:val="00FC0652"/>
    <w:rsid w:val="00FC2105"/>
    <w:rsid w:val="00FC21F4"/>
    <w:rsid w:val="00FC230C"/>
    <w:rsid w:val="00FC2B40"/>
    <w:rsid w:val="00FC2C14"/>
    <w:rsid w:val="00FC3A3B"/>
    <w:rsid w:val="00FC3DDD"/>
    <w:rsid w:val="00FC768F"/>
    <w:rsid w:val="00FD0E5B"/>
    <w:rsid w:val="00FD1E0B"/>
    <w:rsid w:val="00FD401D"/>
    <w:rsid w:val="00FD5BE2"/>
    <w:rsid w:val="00FD6CAA"/>
    <w:rsid w:val="00FD7B4F"/>
    <w:rsid w:val="00FE06BC"/>
    <w:rsid w:val="00FE0729"/>
    <w:rsid w:val="00FE1A76"/>
    <w:rsid w:val="00FE5AFA"/>
    <w:rsid w:val="00FE6E36"/>
    <w:rsid w:val="00FF5998"/>
    <w:rsid w:val="00FF641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6586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FootnoteText">
    <w:name w:val="footnote text"/>
    <w:basedOn w:val="Normal"/>
    <w:link w:val="FootnoteTextChar"/>
    <w:uiPriority w:val="99"/>
    <w:unhideWhenUsed/>
    <w:rsid w:val="00E84AB1"/>
    <w:rPr>
      <w:sz w:val="24"/>
      <w:szCs w:val="24"/>
    </w:rPr>
  </w:style>
  <w:style w:type="character" w:customStyle="1" w:styleId="FootnoteTextChar">
    <w:name w:val="Footnote Text Char"/>
    <w:basedOn w:val="DefaultParagraphFont"/>
    <w:link w:val="FootnoteText"/>
    <w:uiPriority w:val="99"/>
    <w:rsid w:val="00E84AB1"/>
    <w:rPr>
      <w:rFonts w:ascii="Arial" w:hAnsi="Arial" w:cs="Times New Roman"/>
      <w:sz w:val="24"/>
      <w:szCs w:val="24"/>
    </w:rPr>
  </w:style>
  <w:style w:type="character" w:styleId="FootnoteReference">
    <w:name w:val="footnote reference"/>
    <w:basedOn w:val="DefaultParagraphFont"/>
    <w:uiPriority w:val="99"/>
    <w:unhideWhenUsed/>
    <w:rsid w:val="00E84AB1"/>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FootnoteText">
    <w:name w:val="footnote text"/>
    <w:basedOn w:val="Normal"/>
    <w:link w:val="FootnoteTextChar"/>
    <w:uiPriority w:val="99"/>
    <w:unhideWhenUsed/>
    <w:rsid w:val="00E84AB1"/>
    <w:rPr>
      <w:sz w:val="24"/>
      <w:szCs w:val="24"/>
    </w:rPr>
  </w:style>
  <w:style w:type="character" w:customStyle="1" w:styleId="FootnoteTextChar">
    <w:name w:val="Footnote Text Char"/>
    <w:basedOn w:val="DefaultParagraphFont"/>
    <w:link w:val="FootnoteText"/>
    <w:uiPriority w:val="99"/>
    <w:rsid w:val="00E84AB1"/>
    <w:rPr>
      <w:rFonts w:ascii="Arial" w:hAnsi="Arial" w:cs="Times New Roman"/>
      <w:sz w:val="24"/>
      <w:szCs w:val="24"/>
    </w:rPr>
  </w:style>
  <w:style w:type="character" w:styleId="FootnoteReference">
    <w:name w:val="footnote reference"/>
    <w:basedOn w:val="DefaultParagraphFont"/>
    <w:uiPriority w:val="99"/>
    <w:unhideWhenUsed/>
    <w:rsid w:val="00E84A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45164">
      <w:bodyDiv w:val="1"/>
      <w:marLeft w:val="0"/>
      <w:marRight w:val="0"/>
      <w:marTop w:val="0"/>
      <w:marBottom w:val="0"/>
      <w:divBdr>
        <w:top w:val="none" w:sz="0" w:space="0" w:color="auto"/>
        <w:left w:val="none" w:sz="0" w:space="0" w:color="auto"/>
        <w:bottom w:val="none" w:sz="0" w:space="0" w:color="auto"/>
        <w:right w:val="none" w:sz="0" w:space="0" w:color="auto"/>
      </w:divBdr>
    </w:div>
    <w:div w:id="162584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4" Type="http://schemas.microsoft.com/office/2007/relationships/stylesWithEffects" Target="stylesWithEffects.xml"/><Relationship Id="rId10" Type="http://schemas.openxmlformats.org/officeDocument/2006/relationships/footer" Target="footer1.xml"/><Relationship Id="rId5" Type="http://schemas.openxmlformats.org/officeDocument/2006/relationships/settings" Target="settings.xml"/><Relationship Id="rId7" Type="http://schemas.openxmlformats.org/officeDocument/2006/relationships/footnotes" Target="footnotes.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header" Target="header1.xml"/><Relationship Id="rId3" Type="http://schemas.openxmlformats.org/officeDocument/2006/relationships/styles" Target="styles.xml"/><Relationship Id="rId6"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ke:Desktop:Greenhill%20Debate%20-%20Ma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5D914-32D4-D940-BCE9-A5062BCBC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Greenhill Debate - Mac.dotm</Template>
  <TotalTime>24</TotalTime>
  <Pages>5</Pages>
  <Words>1569</Words>
  <Characters>8949</Characters>
  <Application>Microsoft Macintosh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Jake Nebel</dc:creator>
  <cp:lastModifiedBy>Farhan Damani</cp:lastModifiedBy>
  <cp:revision>12</cp:revision>
  <dcterms:created xsi:type="dcterms:W3CDTF">2012-04-30T01:39:00Z</dcterms:created>
  <dcterms:modified xsi:type="dcterms:W3CDTF">2012-04-30T14:44:00Z</dcterms:modified>
</cp:coreProperties>
</file>